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202E4" w14:textId="77777777" w:rsidR="005D10BD" w:rsidRPr="00955B64" w:rsidRDefault="005D10BD" w:rsidP="005D10BD">
      <w:pPr>
        <w:ind w:firstLine="0"/>
        <w:jc w:val="center"/>
        <w:rPr>
          <w:rFonts w:cs="Times New Roman"/>
          <w:b/>
          <w:sz w:val="32"/>
          <w:szCs w:val="32"/>
          <w:lang w:eastAsia="ru-RU"/>
        </w:rPr>
      </w:pPr>
      <w:r w:rsidRPr="00955B64">
        <w:rPr>
          <w:rFonts w:cs="Times New Roman"/>
          <w:b/>
          <w:sz w:val="32"/>
          <w:szCs w:val="32"/>
          <w:lang w:eastAsia="ru-RU"/>
        </w:rPr>
        <w:t>ГУБЕРНАТОР ЯРОСЛАВСКОЙ ОБЛАСТИ</w:t>
      </w:r>
    </w:p>
    <w:p w14:paraId="6AC202E5" w14:textId="77777777" w:rsidR="005D10BD" w:rsidRPr="00955B64" w:rsidRDefault="005D10BD" w:rsidP="005D10BD">
      <w:pPr>
        <w:ind w:firstLine="0"/>
        <w:jc w:val="center"/>
        <w:rPr>
          <w:rFonts w:cs="Times New Roman"/>
          <w:b/>
          <w:sz w:val="32"/>
          <w:szCs w:val="32"/>
          <w:lang w:eastAsia="ru-RU"/>
        </w:rPr>
      </w:pPr>
    </w:p>
    <w:p w14:paraId="6AC202E6" w14:textId="77777777" w:rsidR="005D10BD" w:rsidRPr="00955B64" w:rsidRDefault="005D10BD" w:rsidP="005D10BD">
      <w:pPr>
        <w:ind w:firstLine="0"/>
        <w:jc w:val="center"/>
        <w:rPr>
          <w:rFonts w:cs="Times New Roman"/>
          <w:sz w:val="32"/>
          <w:szCs w:val="32"/>
          <w:lang w:eastAsia="ru-RU"/>
        </w:rPr>
      </w:pPr>
      <w:r w:rsidRPr="00955B64">
        <w:rPr>
          <w:rFonts w:cs="Times New Roman"/>
          <w:b/>
          <w:sz w:val="32"/>
          <w:szCs w:val="32"/>
          <w:lang w:eastAsia="ru-RU"/>
        </w:rPr>
        <w:t>УКАЗ</w:t>
      </w:r>
    </w:p>
    <w:p w14:paraId="6AC202E7" w14:textId="77777777" w:rsidR="005D10BD" w:rsidRPr="00955B64" w:rsidRDefault="005D10BD" w:rsidP="005D10BD">
      <w:pPr>
        <w:ind w:firstLine="0"/>
        <w:jc w:val="both"/>
        <w:rPr>
          <w:rFonts w:cs="Times New Roman"/>
          <w:szCs w:val="20"/>
          <w:lang w:eastAsia="ru-RU"/>
        </w:rPr>
      </w:pPr>
    </w:p>
    <w:p w14:paraId="6AC202E8" w14:textId="77777777" w:rsidR="005D10BD" w:rsidRPr="00955B64" w:rsidRDefault="005D10BD" w:rsidP="005D10BD">
      <w:pPr>
        <w:ind w:firstLine="0"/>
        <w:jc w:val="both"/>
        <w:rPr>
          <w:rFonts w:cs="Times New Roman"/>
          <w:szCs w:val="20"/>
          <w:lang w:eastAsia="ru-RU"/>
        </w:rPr>
      </w:pPr>
    </w:p>
    <w:p w14:paraId="6AC202E9" w14:textId="77777777" w:rsidR="005D10BD" w:rsidRPr="00955B64" w:rsidRDefault="005D10BD" w:rsidP="005D10BD">
      <w:pPr>
        <w:ind w:firstLine="0"/>
        <w:jc w:val="both"/>
        <w:rPr>
          <w:rFonts w:cs="Times New Roman"/>
          <w:szCs w:val="20"/>
          <w:lang w:eastAsia="ru-RU"/>
        </w:rPr>
      </w:pPr>
      <w:r>
        <w:rPr>
          <w:rFonts w:cs="Times New Roman"/>
          <w:szCs w:val="20"/>
          <w:lang w:eastAsia="ru-RU"/>
        </w:rPr>
        <w:t>от 03</w:t>
      </w:r>
      <w:r w:rsidRPr="00955B64">
        <w:rPr>
          <w:rFonts w:cs="Times New Roman"/>
          <w:szCs w:val="20"/>
          <w:lang w:eastAsia="ru-RU"/>
        </w:rPr>
        <w:t>.03.2021 № 4</w:t>
      </w:r>
      <w:r>
        <w:rPr>
          <w:rFonts w:cs="Times New Roman"/>
          <w:szCs w:val="20"/>
          <w:lang w:eastAsia="ru-RU"/>
        </w:rPr>
        <w:t>8</w:t>
      </w:r>
    </w:p>
    <w:p w14:paraId="6AC202EA" w14:textId="77777777" w:rsidR="005D10BD" w:rsidRPr="00955B64" w:rsidRDefault="005D10BD" w:rsidP="005D10BD">
      <w:pPr>
        <w:ind w:right="5101" w:firstLine="0"/>
        <w:rPr>
          <w:rFonts w:cs="Times New Roman"/>
          <w:szCs w:val="28"/>
        </w:rPr>
      </w:pPr>
      <w:r w:rsidRPr="00955B64">
        <w:rPr>
          <w:rFonts w:cs="Times New Roman"/>
          <w:szCs w:val="20"/>
          <w:lang w:eastAsia="ru-RU"/>
        </w:rPr>
        <w:t>г. Ярославль</w:t>
      </w:r>
    </w:p>
    <w:p w14:paraId="6AC202EB" w14:textId="77777777" w:rsidR="005D10BD" w:rsidRDefault="005D10BD" w:rsidP="005D10BD">
      <w:pPr>
        <w:spacing w:line="233" w:lineRule="auto"/>
        <w:ind w:right="5244" w:firstLine="0"/>
        <w:rPr>
          <w:rFonts w:cs="Times New Roman"/>
          <w:szCs w:val="28"/>
        </w:rPr>
      </w:pPr>
    </w:p>
    <w:p w14:paraId="6AC202EC" w14:textId="77777777" w:rsidR="005D10BD" w:rsidRDefault="005D10BD" w:rsidP="005D10BD">
      <w:pPr>
        <w:spacing w:line="233" w:lineRule="auto"/>
        <w:ind w:right="5244" w:firstLine="0"/>
        <w:rPr>
          <w:rFonts w:cs="Times New Roman"/>
          <w:szCs w:val="28"/>
        </w:rPr>
      </w:pPr>
    </w:p>
    <w:p w14:paraId="6AC202ED" w14:textId="77777777" w:rsidR="005D10BD" w:rsidRDefault="005D10BD" w:rsidP="005D10BD">
      <w:pPr>
        <w:spacing w:line="233" w:lineRule="auto"/>
        <w:ind w:right="5244" w:firstLine="0"/>
        <w:rPr>
          <w:rFonts w:cs="Times New Roman"/>
          <w:szCs w:val="28"/>
        </w:rPr>
      </w:pPr>
    </w:p>
    <w:p w14:paraId="6AC202EE" w14:textId="77777777" w:rsidR="005D10BD" w:rsidRPr="007D24A9" w:rsidRDefault="005D10BD" w:rsidP="005D10BD">
      <w:pPr>
        <w:spacing w:line="233" w:lineRule="auto"/>
        <w:ind w:right="5244" w:firstLine="0"/>
        <w:rPr>
          <w:rFonts w:cs="Times New Roman"/>
          <w:szCs w:val="28"/>
        </w:rPr>
      </w:pPr>
      <w:r w:rsidRPr="007D24A9">
        <w:rPr>
          <w:rFonts w:cs="Times New Roman"/>
          <w:szCs w:val="28"/>
        </w:rPr>
        <w:fldChar w:fldCharType="begin"/>
      </w:r>
      <w:r w:rsidRPr="007D24A9">
        <w:rPr>
          <w:rFonts w:cs="Times New Roman"/>
          <w:szCs w:val="28"/>
        </w:rPr>
        <w:instrText xml:space="preserve"> DOCPROPERTY "Содержание" \* MERGEFORMAT </w:instrText>
      </w:r>
      <w:r w:rsidRPr="007D24A9">
        <w:rPr>
          <w:rFonts w:cs="Times New Roman"/>
          <w:szCs w:val="28"/>
        </w:rPr>
        <w:fldChar w:fldCharType="separate"/>
      </w:r>
      <w:r>
        <w:rPr>
          <w:rFonts w:cs="Times New Roman"/>
          <w:szCs w:val="28"/>
        </w:rPr>
        <w:t>О проведении областного смотра-конкурса «Семья года» среди лучших семей, воспитывающих несовершеннолетних детей,          в 2021 году</w:t>
      </w:r>
      <w:r w:rsidRPr="007D24A9">
        <w:rPr>
          <w:rFonts w:cs="Times New Roman"/>
          <w:szCs w:val="28"/>
        </w:rPr>
        <w:fldChar w:fldCharType="end"/>
      </w:r>
      <w:r w:rsidRPr="007D24A9">
        <w:rPr>
          <w:rFonts w:cs="Times New Roman"/>
          <w:szCs w:val="28"/>
        </w:rPr>
        <w:t xml:space="preserve"> </w:t>
      </w:r>
    </w:p>
    <w:p w14:paraId="6AC202EF" w14:textId="77777777" w:rsidR="005D10BD" w:rsidRDefault="005D10BD" w:rsidP="005D10BD">
      <w:pPr>
        <w:spacing w:line="233" w:lineRule="auto"/>
        <w:ind w:right="-2"/>
        <w:rPr>
          <w:rFonts w:cs="Times New Roman"/>
          <w:spacing w:val="-4"/>
          <w:szCs w:val="28"/>
        </w:rPr>
      </w:pPr>
    </w:p>
    <w:p w14:paraId="6AC202F0" w14:textId="77777777" w:rsidR="005D10BD" w:rsidRPr="00E52434" w:rsidRDefault="005D10BD" w:rsidP="005D10BD">
      <w:pPr>
        <w:spacing w:line="233" w:lineRule="auto"/>
        <w:ind w:right="-2"/>
        <w:rPr>
          <w:rFonts w:cs="Times New Roman"/>
          <w:spacing w:val="-4"/>
          <w:szCs w:val="28"/>
        </w:rPr>
      </w:pPr>
    </w:p>
    <w:p w14:paraId="6AC202F1" w14:textId="77777777" w:rsidR="005D10BD" w:rsidRPr="00E52434" w:rsidRDefault="005D10BD" w:rsidP="005D10BD">
      <w:pPr>
        <w:spacing w:line="233" w:lineRule="auto"/>
        <w:jc w:val="both"/>
        <w:rPr>
          <w:rFonts w:cs="Times New Roman"/>
          <w:spacing w:val="-4"/>
          <w:szCs w:val="28"/>
          <w:lang w:eastAsia="ru-RU"/>
        </w:rPr>
      </w:pPr>
      <w:r>
        <w:rPr>
          <w:rFonts w:eastAsia="Calibri" w:cs="Times New Roman"/>
          <w:spacing w:val="-4"/>
          <w:szCs w:val="28"/>
        </w:rPr>
        <w:t>В</w:t>
      </w:r>
      <w:r w:rsidRPr="005B545E">
        <w:rPr>
          <w:rFonts w:eastAsia="Calibri" w:cs="Times New Roman"/>
          <w:spacing w:val="-4"/>
          <w:szCs w:val="28"/>
        </w:rPr>
        <w:t xml:space="preserve">о исполнение </w:t>
      </w:r>
      <w:hyperlink w:anchor="Par42" w:history="1">
        <w:r w:rsidRPr="00E52434">
          <w:rPr>
            <w:rFonts w:cs="Times New Roman"/>
            <w:spacing w:val="-4"/>
            <w:szCs w:val="28"/>
          </w:rPr>
          <w:t>план</w:t>
        </w:r>
      </w:hyperlink>
      <w:r w:rsidRPr="00E52434">
        <w:rPr>
          <w:rFonts w:cs="Times New Roman"/>
          <w:spacing w:val="-4"/>
          <w:szCs w:val="28"/>
        </w:rPr>
        <w:t>а мероприятий на 2019 – 2025 годы по реализации Концепции семейной политики Ярославской области на период до 2025 года, утвержденного постановлением Правительства области от 11.03.2019 № 155-п «О плане мероприятий на 2019 – 2025 годы по реализации Концепции семейной политики Ярославской области на период до 2025 года», в</w:t>
      </w:r>
      <w:r w:rsidRPr="00E52434">
        <w:rPr>
          <w:rFonts w:cs="Times New Roman"/>
          <w:spacing w:val="-4"/>
          <w:szCs w:val="28"/>
          <w:lang w:eastAsia="ru-RU"/>
        </w:rPr>
        <w:t xml:space="preserve"> целях </w:t>
      </w:r>
      <w:r w:rsidRPr="00E52434">
        <w:rPr>
          <w:rFonts w:cs="Times New Roman"/>
          <w:spacing w:val="-4"/>
          <w:szCs w:val="28"/>
        </w:rPr>
        <w:t>пропаганды семейных ценностей и лучших практик семейного воспитания</w:t>
      </w:r>
      <w:r w:rsidRPr="00E52434">
        <w:rPr>
          <w:rFonts w:cs="Times New Roman"/>
          <w:spacing w:val="-4"/>
          <w:szCs w:val="28"/>
          <w:lang w:eastAsia="ru-RU"/>
        </w:rPr>
        <w:t xml:space="preserve">, укрепления роли семьи в обществе </w:t>
      </w:r>
    </w:p>
    <w:p w14:paraId="6AC202F2" w14:textId="77777777" w:rsidR="005D10BD" w:rsidRPr="007D24A9" w:rsidRDefault="005D10BD" w:rsidP="005D10BD">
      <w:pPr>
        <w:spacing w:line="233" w:lineRule="auto"/>
        <w:ind w:firstLine="0"/>
        <w:jc w:val="both"/>
        <w:rPr>
          <w:rFonts w:cs="Times New Roman"/>
          <w:szCs w:val="28"/>
        </w:rPr>
      </w:pPr>
      <w:r w:rsidRPr="007D24A9">
        <w:rPr>
          <w:rFonts w:cs="Times New Roman"/>
          <w:szCs w:val="28"/>
        </w:rPr>
        <w:t>ПОСТАНОВЛЯЮ:</w:t>
      </w:r>
    </w:p>
    <w:p w14:paraId="6AC202F3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7D24A9">
        <w:rPr>
          <w:rFonts w:cs="Times New Roman"/>
          <w:szCs w:val="28"/>
          <w:lang w:eastAsia="ru-RU"/>
        </w:rPr>
        <w:t xml:space="preserve">1. Провести </w:t>
      </w:r>
      <w:r w:rsidRPr="00827C77">
        <w:rPr>
          <w:rFonts w:cs="Times New Roman"/>
          <w:szCs w:val="28"/>
          <w:lang w:eastAsia="ru-RU"/>
        </w:rPr>
        <w:t>в 2021 году областно</w:t>
      </w:r>
      <w:r>
        <w:rPr>
          <w:rFonts w:cs="Times New Roman"/>
          <w:szCs w:val="28"/>
          <w:lang w:eastAsia="ru-RU"/>
        </w:rPr>
        <w:t>й</w:t>
      </w:r>
      <w:r w:rsidRPr="00827C77">
        <w:rPr>
          <w:rFonts w:cs="Times New Roman"/>
          <w:szCs w:val="28"/>
          <w:lang w:eastAsia="ru-RU"/>
        </w:rPr>
        <w:t xml:space="preserve"> смотр-конкурс «Семья года» среди лучших семей, воспитывающих несовершеннолетних детей</w:t>
      </w:r>
      <w:r>
        <w:rPr>
          <w:rFonts w:cs="Times New Roman"/>
          <w:szCs w:val="28"/>
          <w:lang w:eastAsia="ru-RU"/>
        </w:rPr>
        <w:t xml:space="preserve"> (далее – смотр-конкурс)</w:t>
      </w:r>
      <w:r w:rsidRPr="007D24A9">
        <w:rPr>
          <w:rFonts w:cs="Times New Roman"/>
          <w:szCs w:val="28"/>
          <w:lang w:eastAsia="ru-RU"/>
        </w:rPr>
        <w:t>.</w:t>
      </w:r>
    </w:p>
    <w:p w14:paraId="6AC202F4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7D24A9">
        <w:rPr>
          <w:rFonts w:cs="Times New Roman"/>
          <w:szCs w:val="28"/>
          <w:lang w:eastAsia="ru-RU"/>
        </w:rPr>
        <w:t>2.</w:t>
      </w:r>
      <w:r w:rsidRPr="007D24A9">
        <w:rPr>
          <w:szCs w:val="28"/>
        </w:rPr>
        <w:t xml:space="preserve"> </w:t>
      </w:r>
      <w:r w:rsidRPr="007D24A9">
        <w:rPr>
          <w:rFonts w:cs="Times New Roman"/>
          <w:szCs w:val="28"/>
          <w:lang w:eastAsia="ru-RU"/>
        </w:rPr>
        <w:t xml:space="preserve">Образовать организационный комитет по подготовке и проведению </w:t>
      </w:r>
      <w:r w:rsidRPr="007E69A0">
        <w:rPr>
          <w:rFonts w:cs="Times New Roman"/>
          <w:szCs w:val="28"/>
          <w:lang w:eastAsia="ru-RU"/>
        </w:rPr>
        <w:t>смотра-конкурса в 2021 году</w:t>
      </w:r>
      <w:r w:rsidRPr="007D24A9">
        <w:rPr>
          <w:rFonts w:cs="Times New Roman"/>
          <w:szCs w:val="28"/>
          <w:lang w:eastAsia="ru-RU"/>
        </w:rPr>
        <w:t xml:space="preserve"> и утвердить его состав (прилагается).</w:t>
      </w:r>
    </w:p>
    <w:p w14:paraId="6AC202F5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7D24A9">
        <w:rPr>
          <w:rFonts w:cs="Times New Roman"/>
          <w:szCs w:val="28"/>
          <w:lang w:eastAsia="ru-RU"/>
        </w:rPr>
        <w:t xml:space="preserve">3. Утвердить прилагаемое Положение </w:t>
      </w:r>
      <w:r w:rsidRPr="00827C77">
        <w:rPr>
          <w:rFonts w:cs="Times New Roman"/>
          <w:szCs w:val="28"/>
          <w:lang w:eastAsia="ru-RU"/>
        </w:rPr>
        <w:t>о проведении смотра-конкурса в</w:t>
      </w:r>
      <w:r>
        <w:rPr>
          <w:rFonts w:cs="Times New Roman"/>
          <w:szCs w:val="28"/>
          <w:lang w:eastAsia="ru-RU"/>
        </w:rPr>
        <w:t> </w:t>
      </w:r>
      <w:r w:rsidRPr="00827C77">
        <w:rPr>
          <w:rFonts w:cs="Times New Roman"/>
          <w:szCs w:val="28"/>
          <w:lang w:eastAsia="ru-RU"/>
        </w:rPr>
        <w:t>2021 году</w:t>
      </w:r>
      <w:r w:rsidRPr="007D24A9">
        <w:rPr>
          <w:rFonts w:cs="Times New Roman"/>
          <w:szCs w:val="28"/>
          <w:lang w:eastAsia="ru-RU"/>
        </w:rPr>
        <w:t>.</w:t>
      </w:r>
    </w:p>
    <w:p w14:paraId="6AC202F6" w14:textId="77777777" w:rsidR="005D10BD" w:rsidRPr="007D24A9" w:rsidRDefault="005D10BD" w:rsidP="005D10BD">
      <w:pPr>
        <w:autoSpaceDE w:val="0"/>
        <w:autoSpaceDN w:val="0"/>
        <w:adjustRightInd w:val="0"/>
        <w:spacing w:line="233" w:lineRule="auto"/>
        <w:jc w:val="both"/>
        <w:rPr>
          <w:rFonts w:cs="Times New Roman"/>
          <w:szCs w:val="28"/>
          <w:lang w:eastAsia="ru-RU"/>
        </w:rPr>
      </w:pPr>
      <w:r w:rsidRPr="007D24A9">
        <w:rPr>
          <w:rFonts w:cs="Times New Roman"/>
          <w:szCs w:val="28"/>
          <w:lang w:eastAsia="ru-RU"/>
        </w:rPr>
        <w:t xml:space="preserve">4. Рекомендовать органам местного самоуправления муниципальных районов и городских округов области организовать проведение первого (муниципального) этапа смотра-конкурса в соответствующем муниципальном </w:t>
      </w:r>
      <w:r>
        <w:rPr>
          <w:rFonts w:cs="Times New Roman"/>
          <w:szCs w:val="28"/>
          <w:lang w:eastAsia="ru-RU"/>
        </w:rPr>
        <w:t>образовании</w:t>
      </w:r>
      <w:r w:rsidRPr="007D24A9">
        <w:rPr>
          <w:rFonts w:cs="Times New Roman"/>
          <w:szCs w:val="28"/>
          <w:lang w:eastAsia="ru-RU"/>
        </w:rPr>
        <w:t xml:space="preserve"> области.</w:t>
      </w:r>
    </w:p>
    <w:p w14:paraId="6AC202F7" w14:textId="77777777" w:rsidR="005D10BD" w:rsidRPr="007D24A9" w:rsidRDefault="005D10BD" w:rsidP="005D10BD">
      <w:pPr>
        <w:spacing w:line="233" w:lineRule="auto"/>
        <w:ind w:firstLine="708"/>
        <w:jc w:val="both"/>
        <w:rPr>
          <w:rFonts w:cs="Times New Roman"/>
          <w:spacing w:val="-4"/>
          <w:szCs w:val="28"/>
        </w:rPr>
      </w:pPr>
      <w:r w:rsidRPr="007D24A9">
        <w:rPr>
          <w:rFonts w:cs="Times New Roman"/>
          <w:spacing w:val="-4"/>
          <w:szCs w:val="28"/>
          <w:lang w:eastAsia="ru-RU"/>
        </w:rPr>
        <w:t xml:space="preserve">5. Контроль за исполнением указа возложить на </w:t>
      </w:r>
      <w:r w:rsidRPr="007D24A9">
        <w:rPr>
          <w:rFonts w:cs="Times New Roman"/>
          <w:spacing w:val="-4"/>
          <w:szCs w:val="28"/>
        </w:rPr>
        <w:t>заместителя Председателя Правительства области, курирующего вопросы здравоохранения, труда и социальной защиты, семейной и демографической политики.</w:t>
      </w:r>
    </w:p>
    <w:p w14:paraId="6AC202F8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7D24A9">
        <w:rPr>
          <w:rFonts w:cs="Times New Roman"/>
          <w:szCs w:val="28"/>
          <w:lang w:eastAsia="ru-RU"/>
        </w:rPr>
        <w:t>6. Указ вступает в силу с момента подписания.</w:t>
      </w:r>
    </w:p>
    <w:p w14:paraId="6AC202F9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5"/>
        <w:gridCol w:w="4786"/>
      </w:tblGrid>
      <w:tr w:rsidR="005D10BD" w:rsidRPr="00923C14" w14:paraId="6AC202FE" w14:textId="7836DE39" w:rsidTr="0066171D">
        <w:trPr>
          <w:trHeight w:val="258"/>
        </w:trPr>
        <w:tc>
          <w:tcPr>
            <w:tcW w:w="4785" w:type="dxa"/>
          </w:tcPr>
          <w:p w14:paraId="6AC202FC" w14:textId="77777777" w:rsidR="005D10BD" w:rsidRPr="007D24A9" w:rsidRDefault="005D10BD" w:rsidP="0066171D">
            <w:pPr>
              <w:tabs>
                <w:tab w:val="right" w:pos="8931"/>
              </w:tabs>
              <w:spacing w:line="233" w:lineRule="auto"/>
              <w:ind w:firstLine="0"/>
              <w:rPr>
                <w:rFonts w:cs="Times New Roman"/>
                <w:szCs w:val="28"/>
              </w:rPr>
            </w:pPr>
            <w:r w:rsidRPr="007D24A9">
              <w:rPr>
                <w:rFonts w:cs="Times New Roman"/>
                <w:szCs w:val="28"/>
              </w:rPr>
              <w:t>Губернатор области</w:t>
            </w:r>
          </w:p>
        </w:tc>
        <w:tc>
          <w:tcPr>
            <w:tcW w:w="4786" w:type="dxa"/>
          </w:tcPr>
          <w:p w14:paraId="6AC202FD" w14:textId="77777777" w:rsidR="005D10BD" w:rsidRPr="007D24A9" w:rsidRDefault="005D10BD" w:rsidP="0066171D">
            <w:pPr>
              <w:tabs>
                <w:tab w:val="right" w:pos="8931"/>
              </w:tabs>
              <w:spacing w:line="233" w:lineRule="auto"/>
              <w:ind w:left="73"/>
              <w:jc w:val="right"/>
              <w:rPr>
                <w:rFonts w:cs="Times New Roman"/>
                <w:szCs w:val="28"/>
              </w:rPr>
            </w:pPr>
            <w:r w:rsidRPr="007D24A9">
              <w:rPr>
                <w:rFonts w:cs="Times New Roman"/>
                <w:szCs w:val="28"/>
              </w:rPr>
              <w:t>Д.Ю. Миронов</w:t>
            </w:r>
          </w:p>
        </w:tc>
      </w:tr>
    </w:tbl>
    <w:p w14:paraId="5D3266C8" w14:textId="77777777" w:rsidR="005D10BD" w:rsidRDefault="005D10BD" w:rsidP="005D10BD">
      <w:pPr>
        <w:spacing w:line="233" w:lineRule="auto"/>
        <w:jc w:val="both"/>
        <w:rPr>
          <w:rFonts w:cs="Times New Roman"/>
          <w:szCs w:val="28"/>
        </w:rPr>
        <w:sectPr w:rsidR="005D10BD" w:rsidSect="00E5738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566" w:bottom="284" w:left="1985" w:header="709" w:footer="709" w:gutter="0"/>
          <w:cols w:space="708"/>
          <w:titlePg/>
          <w:docGrid w:linePitch="360"/>
        </w:sectPr>
      </w:pPr>
    </w:p>
    <w:p w14:paraId="719DF1A7" w14:textId="77777777" w:rsidR="005D10BD" w:rsidRPr="00F22C30" w:rsidRDefault="005D10BD" w:rsidP="005D10BD">
      <w:pPr>
        <w:ind w:left="5103"/>
        <w:rPr>
          <w:rFonts w:cs="Times New Roman"/>
          <w:szCs w:val="28"/>
        </w:rPr>
      </w:pPr>
      <w:r w:rsidRPr="00F22C30">
        <w:rPr>
          <w:rFonts w:cs="Times New Roman"/>
          <w:szCs w:val="28"/>
        </w:rPr>
        <w:lastRenderedPageBreak/>
        <w:t>УТВЕРЖДЕН</w:t>
      </w:r>
    </w:p>
    <w:p w14:paraId="534C7C31" w14:textId="77777777" w:rsidR="005D10BD" w:rsidRPr="00F22C30" w:rsidRDefault="005D10BD" w:rsidP="005D10BD">
      <w:pPr>
        <w:ind w:left="5103"/>
        <w:rPr>
          <w:rFonts w:cs="Times New Roman"/>
          <w:szCs w:val="28"/>
        </w:rPr>
      </w:pPr>
      <w:r w:rsidRPr="00F22C30">
        <w:rPr>
          <w:rFonts w:cs="Times New Roman"/>
          <w:szCs w:val="28"/>
        </w:rPr>
        <w:t>указом</w:t>
      </w:r>
    </w:p>
    <w:p w14:paraId="38454CA0" w14:textId="77777777" w:rsidR="005D10BD" w:rsidRPr="00F22C30" w:rsidRDefault="005D10BD" w:rsidP="005D10BD">
      <w:pPr>
        <w:ind w:left="5103"/>
        <w:rPr>
          <w:rFonts w:cs="Times New Roman"/>
          <w:szCs w:val="28"/>
        </w:rPr>
      </w:pPr>
      <w:r w:rsidRPr="00F22C30">
        <w:rPr>
          <w:rFonts w:cs="Times New Roman"/>
          <w:szCs w:val="28"/>
        </w:rPr>
        <w:t>Губернатора области</w:t>
      </w:r>
    </w:p>
    <w:p w14:paraId="55997462" w14:textId="77777777" w:rsidR="005D10BD" w:rsidRPr="00F22C30" w:rsidRDefault="005D10BD" w:rsidP="005D10BD">
      <w:pPr>
        <w:ind w:left="5103"/>
        <w:rPr>
          <w:rFonts w:cs="Times New Roman"/>
          <w:sz w:val="24"/>
          <w:szCs w:val="28"/>
        </w:rPr>
      </w:pPr>
      <w:r w:rsidRPr="00CB6FE0">
        <w:rPr>
          <w:rFonts w:cs="Times New Roman"/>
          <w:szCs w:val="28"/>
        </w:rPr>
        <w:t>от 03.03.2021 № 48</w:t>
      </w:r>
    </w:p>
    <w:p w14:paraId="7B12C0C5" w14:textId="77777777" w:rsidR="005D10BD" w:rsidRPr="00F22C30" w:rsidRDefault="005D10BD" w:rsidP="005D10BD">
      <w:pPr>
        <w:jc w:val="center"/>
        <w:rPr>
          <w:rFonts w:cs="Times New Roman"/>
          <w:sz w:val="24"/>
          <w:szCs w:val="28"/>
        </w:rPr>
      </w:pPr>
    </w:p>
    <w:p w14:paraId="197A385C" w14:textId="77777777" w:rsidR="005D10BD" w:rsidRPr="00FB1B76" w:rsidRDefault="005D10BD" w:rsidP="005D10BD">
      <w:pPr>
        <w:ind w:firstLine="0"/>
        <w:jc w:val="center"/>
        <w:rPr>
          <w:rFonts w:cs="Times New Roman"/>
          <w:b/>
          <w:szCs w:val="28"/>
        </w:rPr>
      </w:pPr>
      <w:r w:rsidRPr="00FB1B76">
        <w:rPr>
          <w:rFonts w:cs="Times New Roman"/>
          <w:b/>
          <w:szCs w:val="28"/>
        </w:rPr>
        <w:t>СОСТАВ</w:t>
      </w:r>
    </w:p>
    <w:p w14:paraId="00D0DF64" w14:textId="77777777" w:rsidR="005D10BD" w:rsidRPr="00F22C30" w:rsidRDefault="005D10BD" w:rsidP="005D10BD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F22C30">
        <w:rPr>
          <w:rFonts w:cs="Times New Roman"/>
          <w:b/>
          <w:szCs w:val="28"/>
          <w:lang w:eastAsia="ru-RU"/>
        </w:rPr>
        <w:t>организационного комитета по подготовке и проведению областного</w:t>
      </w:r>
    </w:p>
    <w:p w14:paraId="6816BB1E" w14:textId="77777777" w:rsidR="005D10BD" w:rsidRPr="00F22C30" w:rsidRDefault="005D10BD" w:rsidP="005D10BD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F22C30">
        <w:rPr>
          <w:rFonts w:cs="Times New Roman"/>
          <w:b/>
          <w:szCs w:val="28"/>
          <w:lang w:eastAsia="ru-RU"/>
        </w:rPr>
        <w:t>смотра-конкурса «Семья года» среди лучших семей, воспитывающих несовершеннолетних детей</w:t>
      </w:r>
      <w:r>
        <w:rPr>
          <w:rFonts w:cs="Times New Roman"/>
          <w:b/>
          <w:szCs w:val="28"/>
          <w:lang w:eastAsia="ru-RU"/>
        </w:rPr>
        <w:t xml:space="preserve">, </w:t>
      </w:r>
      <w:r w:rsidRPr="00ED1A9A">
        <w:rPr>
          <w:rFonts w:cs="Times New Roman"/>
          <w:b/>
          <w:szCs w:val="28"/>
          <w:lang w:eastAsia="ru-RU"/>
        </w:rPr>
        <w:t>в 2021 году</w:t>
      </w:r>
    </w:p>
    <w:p w14:paraId="4B156C27" w14:textId="77777777" w:rsidR="005D10BD" w:rsidRPr="00F22C30" w:rsidRDefault="005D10BD" w:rsidP="005D10BD">
      <w:pPr>
        <w:ind w:firstLine="0"/>
        <w:jc w:val="center"/>
        <w:rPr>
          <w:rFonts w:cs="Times New Roman"/>
          <w:sz w:val="24"/>
          <w:szCs w:val="28"/>
          <w:lang w:eastAsia="ru-RU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5D10BD" w:rsidRPr="00F22C30" w14:paraId="2877E6F7" w14:textId="77777777" w:rsidTr="0066171D">
        <w:tc>
          <w:tcPr>
            <w:tcW w:w="3261" w:type="dxa"/>
          </w:tcPr>
          <w:p w14:paraId="0FE2FBF2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Гулин</w:t>
            </w:r>
          </w:p>
          <w:p w14:paraId="11E83C59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Анатолий Николаевич</w:t>
            </w:r>
          </w:p>
        </w:tc>
        <w:tc>
          <w:tcPr>
            <w:tcW w:w="6237" w:type="dxa"/>
          </w:tcPr>
          <w:p w14:paraId="155FD61C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pacing w:val="-4"/>
                <w:szCs w:val="28"/>
                <w:lang w:eastAsia="ru-RU"/>
              </w:rPr>
            </w:pPr>
            <w:r w:rsidRPr="00F22C30">
              <w:rPr>
                <w:rFonts w:cs="Times New Roman"/>
                <w:spacing w:val="-4"/>
                <w:szCs w:val="28"/>
                <w:lang w:eastAsia="ru-RU"/>
              </w:rPr>
              <w:t>- заместитель Председателя Правительства области, председатель организационного комитета</w:t>
            </w:r>
          </w:p>
          <w:p w14:paraId="18A5B75B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5D10BD" w:rsidRPr="00F22C30" w14:paraId="68864C14" w14:textId="77777777" w:rsidTr="0066171D">
        <w:tc>
          <w:tcPr>
            <w:tcW w:w="3261" w:type="dxa"/>
          </w:tcPr>
          <w:p w14:paraId="1AE46175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Башмашникова</w:t>
            </w:r>
          </w:p>
          <w:p w14:paraId="467B832B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Марина Валерьевна</w:t>
            </w:r>
          </w:p>
        </w:tc>
        <w:tc>
          <w:tcPr>
            <w:tcW w:w="6237" w:type="dxa"/>
          </w:tcPr>
          <w:p w14:paraId="0B63F545" w14:textId="77777777" w:rsidR="005D10BD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начальник управления по социальной и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F22C30">
              <w:rPr>
                <w:rFonts w:cs="Times New Roman"/>
                <w:szCs w:val="28"/>
                <w:lang w:eastAsia="ru-RU"/>
              </w:rPr>
              <w:t>демографической политике Правительства области, заместитель председателя организационного комитета</w:t>
            </w:r>
          </w:p>
          <w:p w14:paraId="14C51A15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 w:val="22"/>
                <w:szCs w:val="28"/>
                <w:lang w:eastAsia="ru-RU"/>
              </w:rPr>
            </w:pPr>
          </w:p>
        </w:tc>
      </w:tr>
    </w:tbl>
    <w:p w14:paraId="03217ACE" w14:textId="77777777" w:rsidR="005D10BD" w:rsidRPr="00F22C30" w:rsidRDefault="005D10BD" w:rsidP="005D10BD">
      <w:pPr>
        <w:ind w:firstLine="0"/>
        <w:jc w:val="both"/>
        <w:rPr>
          <w:rFonts w:cs="Times New Roman"/>
          <w:szCs w:val="28"/>
        </w:rPr>
      </w:pPr>
      <w:r w:rsidRPr="00F22C30">
        <w:rPr>
          <w:rFonts w:cs="Times New Roman"/>
          <w:szCs w:val="28"/>
        </w:rPr>
        <w:t>Члены организационного комитета:</w:t>
      </w:r>
    </w:p>
    <w:p w14:paraId="3670D4A7" w14:textId="77777777" w:rsidR="005D10BD" w:rsidRPr="00F22C30" w:rsidRDefault="005D10BD" w:rsidP="005D10BD">
      <w:pPr>
        <w:rPr>
          <w:rFonts w:cs="Times New Roman"/>
          <w:sz w:val="22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5D10BD" w:rsidRPr="00F22C30" w14:paraId="02F1A1E0" w14:textId="77777777" w:rsidTr="0066171D">
        <w:trPr>
          <w:trHeight w:val="559"/>
        </w:trPr>
        <w:tc>
          <w:tcPr>
            <w:tcW w:w="3261" w:type="dxa"/>
          </w:tcPr>
          <w:p w14:paraId="219ADDC5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Астафьева</w:t>
            </w:r>
          </w:p>
          <w:p w14:paraId="4D3A838A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Светлана Викторовна</w:t>
            </w:r>
          </w:p>
        </w:tc>
        <w:tc>
          <w:tcPr>
            <w:tcW w:w="6237" w:type="dxa"/>
          </w:tcPr>
          <w:p w14:paraId="58D52F15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первый заместитель директора департамента образования Ярославской области</w:t>
            </w:r>
          </w:p>
          <w:p w14:paraId="057C0C54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004D547C" w14:textId="77777777" w:rsidTr="0066171D">
        <w:trPr>
          <w:trHeight w:val="729"/>
        </w:trPr>
        <w:tc>
          <w:tcPr>
            <w:tcW w:w="3261" w:type="dxa"/>
          </w:tcPr>
          <w:p w14:paraId="0ADBBA10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 xml:space="preserve">Владимирова </w:t>
            </w:r>
          </w:p>
          <w:p w14:paraId="2A7DA752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Юлия Александровна</w:t>
            </w:r>
          </w:p>
        </w:tc>
        <w:tc>
          <w:tcPr>
            <w:tcW w:w="6237" w:type="dxa"/>
          </w:tcPr>
          <w:p w14:paraId="3188C567" w14:textId="77777777" w:rsidR="005D10BD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начальник отдела по вопросам семьи и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F22C30">
              <w:rPr>
                <w:rFonts w:cs="Times New Roman"/>
                <w:szCs w:val="28"/>
                <w:lang w:eastAsia="ru-RU"/>
              </w:rPr>
              <w:t>демографии управления по социальной и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F22C30">
              <w:rPr>
                <w:rFonts w:cs="Times New Roman"/>
                <w:szCs w:val="28"/>
                <w:lang w:eastAsia="ru-RU"/>
              </w:rPr>
              <w:t>демографической политике Правительства области</w:t>
            </w:r>
          </w:p>
          <w:p w14:paraId="6709DC17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3905332B" w14:textId="77777777" w:rsidTr="0066171D">
        <w:tc>
          <w:tcPr>
            <w:tcW w:w="3261" w:type="dxa"/>
          </w:tcPr>
          <w:p w14:paraId="31AEC70E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Глинская</w:t>
            </w:r>
          </w:p>
          <w:p w14:paraId="19172BCC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Ирина Владимировна</w:t>
            </w:r>
          </w:p>
        </w:tc>
        <w:tc>
          <w:tcPr>
            <w:tcW w:w="6237" w:type="dxa"/>
          </w:tcPr>
          <w:p w14:paraId="28F7EC74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начальник отдела по оказанию помощи</w:t>
            </w:r>
            <w:r>
              <w:rPr>
                <w:rFonts w:cs="Times New Roman"/>
                <w:szCs w:val="28"/>
                <w:lang w:eastAsia="ru-RU"/>
              </w:rPr>
              <w:t xml:space="preserve">       </w:t>
            </w:r>
            <w:r w:rsidRPr="00F22C30">
              <w:rPr>
                <w:rFonts w:cs="Times New Roman"/>
                <w:szCs w:val="28"/>
                <w:lang w:eastAsia="ru-RU"/>
              </w:rPr>
              <w:t xml:space="preserve"> семье департамента труда и социальной поддержки населения Ярославской области</w:t>
            </w:r>
          </w:p>
          <w:p w14:paraId="4A36F296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50410495" w14:textId="77777777" w:rsidTr="0066171D">
        <w:tc>
          <w:tcPr>
            <w:tcW w:w="3261" w:type="dxa"/>
          </w:tcPr>
          <w:p w14:paraId="1788C7D3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 xml:space="preserve">Крупин </w:t>
            </w:r>
          </w:p>
          <w:p w14:paraId="75669CE6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Михаил Львович</w:t>
            </w:r>
          </w:p>
        </w:tc>
        <w:tc>
          <w:tcPr>
            <w:tcW w:w="6237" w:type="dxa"/>
          </w:tcPr>
          <w:p w14:paraId="7C9E2D0B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bCs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 xml:space="preserve">- Уполномоченный по правам ребенка в Ярославской области </w:t>
            </w:r>
            <w:r w:rsidRPr="00F22C30">
              <w:rPr>
                <w:rFonts w:cs="Times New Roman"/>
                <w:bCs/>
                <w:szCs w:val="28"/>
                <w:lang w:eastAsia="ru-RU"/>
              </w:rPr>
              <w:t>(по согласованию)</w:t>
            </w:r>
          </w:p>
          <w:p w14:paraId="5B330B30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7204BFD8" w14:textId="77777777" w:rsidTr="0066171D">
        <w:tc>
          <w:tcPr>
            <w:tcW w:w="3261" w:type="dxa"/>
          </w:tcPr>
          <w:p w14:paraId="6959A14B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Лягушева</w:t>
            </w:r>
          </w:p>
          <w:p w14:paraId="2E8D99EE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Светлана Николаевна</w:t>
            </w:r>
          </w:p>
        </w:tc>
        <w:tc>
          <w:tcPr>
            <w:tcW w:w="6237" w:type="dxa"/>
          </w:tcPr>
          <w:p w14:paraId="09571795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bCs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 xml:space="preserve">- председатель комиссии по вопросам семьи, материнства и детства, социальным гарантиям и делам инвалидов </w:t>
            </w:r>
            <w:r w:rsidRPr="00FB1B76">
              <w:rPr>
                <w:rFonts w:cs="Times New Roman"/>
                <w:szCs w:val="28"/>
              </w:rPr>
              <w:t xml:space="preserve">Общественной палаты Ярославской области </w:t>
            </w:r>
            <w:r w:rsidRPr="00F22C30">
              <w:rPr>
                <w:rFonts w:cs="Times New Roman"/>
                <w:bCs/>
                <w:szCs w:val="28"/>
                <w:lang w:eastAsia="ru-RU"/>
              </w:rPr>
              <w:t>(по согласованию)</w:t>
            </w:r>
          </w:p>
          <w:p w14:paraId="6D30539E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3A4D371B" w14:textId="77777777" w:rsidTr="0066171D">
        <w:tc>
          <w:tcPr>
            <w:tcW w:w="3261" w:type="dxa"/>
          </w:tcPr>
          <w:p w14:paraId="3B40AD71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bCs/>
                <w:szCs w:val="28"/>
              </w:rPr>
            </w:pPr>
            <w:r w:rsidRPr="004C0A39">
              <w:rPr>
                <w:rFonts w:cs="Times New Roman"/>
                <w:bCs/>
                <w:szCs w:val="28"/>
              </w:rPr>
              <w:t>Постникова</w:t>
            </w:r>
          </w:p>
          <w:p w14:paraId="3B4A9826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4C0A39">
              <w:rPr>
                <w:rFonts w:cs="Times New Roman"/>
                <w:bCs/>
                <w:szCs w:val="28"/>
              </w:rPr>
              <w:t>Наталия Алексеевна</w:t>
            </w:r>
          </w:p>
        </w:tc>
        <w:tc>
          <w:tcPr>
            <w:tcW w:w="6237" w:type="dxa"/>
          </w:tcPr>
          <w:p w14:paraId="37BBCA50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4C0A39">
              <w:rPr>
                <w:rFonts w:cs="Times New Roman"/>
                <w:szCs w:val="28"/>
                <w:lang w:eastAsia="ru-RU"/>
              </w:rPr>
              <w:t>- главный консультант отдела выставочно-конгрессной деятельности государственного казенного учреждения Ярославской области «Центр выставочно-конгрессной деятельности»</w:t>
            </w:r>
            <w:r w:rsidRPr="004C0A39">
              <w:rPr>
                <w:rFonts w:cs="Times New Roman"/>
                <w:bCs/>
                <w:color w:val="000000"/>
                <w:szCs w:val="28"/>
                <w:lang w:eastAsia="ru-RU"/>
              </w:rPr>
              <w:t xml:space="preserve"> (по согласованию)</w:t>
            </w:r>
          </w:p>
        </w:tc>
      </w:tr>
      <w:tr w:rsidR="005D10BD" w:rsidRPr="00F22C30" w14:paraId="170F011C" w14:textId="77777777" w:rsidTr="0066171D">
        <w:tc>
          <w:tcPr>
            <w:tcW w:w="3261" w:type="dxa"/>
          </w:tcPr>
          <w:p w14:paraId="3F47CAB2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Разумова</w:t>
            </w:r>
          </w:p>
          <w:p w14:paraId="4037D7DF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lastRenderedPageBreak/>
              <w:t>Ольга Александровна</w:t>
            </w:r>
          </w:p>
        </w:tc>
        <w:tc>
          <w:tcPr>
            <w:tcW w:w="6237" w:type="dxa"/>
          </w:tcPr>
          <w:p w14:paraId="39614B3F" w14:textId="77777777" w:rsidR="005D10BD" w:rsidRPr="00FB1B76" w:rsidRDefault="005D10BD" w:rsidP="0066171D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lastRenderedPageBreak/>
              <w:t xml:space="preserve">- заместитель директора департамента </w:t>
            </w:r>
            <w:r w:rsidRPr="00F22C30">
              <w:rPr>
                <w:rFonts w:cs="Times New Roman"/>
                <w:szCs w:val="28"/>
                <w:lang w:eastAsia="ru-RU"/>
              </w:rPr>
              <w:lastRenderedPageBreak/>
              <w:t>по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F22C30">
              <w:rPr>
                <w:rFonts w:cs="Times New Roman"/>
                <w:szCs w:val="28"/>
                <w:lang w:eastAsia="ru-RU"/>
              </w:rPr>
              <w:t xml:space="preserve">физической культуре, спорту и молодежной политике </w:t>
            </w:r>
            <w:r w:rsidRPr="00FB1B76">
              <w:rPr>
                <w:rFonts w:cs="Times New Roman"/>
                <w:szCs w:val="28"/>
              </w:rPr>
              <w:t>Ярославской области</w:t>
            </w:r>
          </w:p>
          <w:p w14:paraId="6490836E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50AA8E6F" w14:textId="77777777" w:rsidTr="0066171D">
        <w:tc>
          <w:tcPr>
            <w:tcW w:w="3261" w:type="dxa"/>
          </w:tcPr>
          <w:p w14:paraId="35AA4319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bCs/>
                <w:szCs w:val="28"/>
              </w:rPr>
            </w:pPr>
            <w:r w:rsidRPr="004C0A39">
              <w:rPr>
                <w:rFonts w:cs="Times New Roman"/>
                <w:bCs/>
                <w:szCs w:val="28"/>
              </w:rPr>
              <w:lastRenderedPageBreak/>
              <w:t xml:space="preserve">Рассол </w:t>
            </w:r>
          </w:p>
          <w:p w14:paraId="5FDCEB33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bCs/>
                <w:szCs w:val="28"/>
              </w:rPr>
            </w:pPr>
            <w:r w:rsidRPr="004C0A39">
              <w:rPr>
                <w:rFonts w:cs="Times New Roman"/>
                <w:bCs/>
                <w:szCs w:val="28"/>
              </w:rPr>
              <w:t>Юлия Александровна</w:t>
            </w:r>
          </w:p>
        </w:tc>
        <w:tc>
          <w:tcPr>
            <w:tcW w:w="6237" w:type="dxa"/>
          </w:tcPr>
          <w:p w14:paraId="3937EA8E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bCs/>
                <w:color w:val="000000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заместитель генерального директора автономной некоммерческой организации «Агентство социальной поддержки семьи и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F22C30">
              <w:rPr>
                <w:rFonts w:cs="Times New Roman"/>
                <w:szCs w:val="28"/>
                <w:lang w:eastAsia="ru-RU"/>
              </w:rPr>
              <w:t>защиты семейных ценностей «Моя семья»</w:t>
            </w:r>
            <w:r w:rsidRPr="00F22C30">
              <w:rPr>
                <w:rFonts w:cs="Times New Roman"/>
                <w:bCs/>
                <w:color w:val="000000"/>
                <w:szCs w:val="28"/>
                <w:lang w:eastAsia="ru-RU"/>
              </w:rPr>
              <w:t xml:space="preserve"> (по согласованию)</w:t>
            </w:r>
          </w:p>
          <w:p w14:paraId="312E1A0F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5D10BD" w:rsidRPr="00F22C30" w14:paraId="209C3AA9" w14:textId="77777777" w:rsidTr="0066171D">
        <w:tc>
          <w:tcPr>
            <w:tcW w:w="3261" w:type="dxa"/>
          </w:tcPr>
          <w:p w14:paraId="3A272220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Серова</w:t>
            </w:r>
          </w:p>
          <w:p w14:paraId="0A54EB63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Юлия Исааковна</w:t>
            </w:r>
          </w:p>
        </w:tc>
        <w:tc>
          <w:tcPr>
            <w:tcW w:w="6237" w:type="dxa"/>
          </w:tcPr>
          <w:p w14:paraId="76D6EC8F" w14:textId="77777777" w:rsidR="005D10BD" w:rsidRPr="00F22C30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F22C30">
              <w:rPr>
                <w:rFonts w:cs="Times New Roman"/>
                <w:szCs w:val="28"/>
                <w:lang w:eastAsia="ru-RU"/>
              </w:rPr>
              <w:t>- заместитель директора департамента культуры Ярославской области</w:t>
            </w:r>
          </w:p>
          <w:p w14:paraId="2E3E219C" w14:textId="77777777" w:rsidR="005D10BD" w:rsidRPr="004C0A39" w:rsidRDefault="005D10BD" w:rsidP="0066171D">
            <w:pPr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248328D5" w14:textId="77777777" w:rsidR="005D10BD" w:rsidRPr="00FB1B76" w:rsidRDefault="005D10BD" w:rsidP="005D10BD">
      <w:pPr>
        <w:rPr>
          <w:rFonts w:cs="Times New Roman"/>
          <w:szCs w:val="28"/>
        </w:rPr>
      </w:pPr>
    </w:p>
    <w:p w14:paraId="56C23923" w14:textId="77777777" w:rsidR="005D10BD" w:rsidRPr="00A4305E" w:rsidRDefault="005D10BD" w:rsidP="005D10BD"/>
    <w:p w14:paraId="7416D1AC" w14:textId="77777777" w:rsidR="005D10BD" w:rsidRDefault="005D10BD" w:rsidP="005D10BD">
      <w:pPr>
        <w:spacing w:line="233" w:lineRule="auto"/>
        <w:jc w:val="both"/>
        <w:rPr>
          <w:rFonts w:cs="Times New Roman"/>
          <w:szCs w:val="28"/>
        </w:rPr>
      </w:pPr>
    </w:p>
    <w:p w14:paraId="2A76AB26" w14:textId="77777777" w:rsidR="005D10BD" w:rsidRDefault="005D10BD" w:rsidP="005D10BD">
      <w:pPr>
        <w:spacing w:line="233" w:lineRule="auto"/>
        <w:jc w:val="both"/>
        <w:rPr>
          <w:rFonts w:cs="Times New Roman"/>
          <w:szCs w:val="28"/>
        </w:rPr>
        <w:sectPr w:rsidR="005D10BD" w:rsidSect="00E5738B">
          <w:pgSz w:w="11906" w:h="16838" w:code="9"/>
          <w:pgMar w:top="1134" w:right="566" w:bottom="284" w:left="1985" w:header="709" w:footer="709" w:gutter="0"/>
          <w:cols w:space="708"/>
          <w:titlePg/>
          <w:docGrid w:linePitch="360"/>
        </w:sectPr>
      </w:pPr>
    </w:p>
    <w:p w14:paraId="2590876E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  <w:r w:rsidRPr="00CB6FE0">
        <w:rPr>
          <w:rFonts w:cs="Times New Roman"/>
          <w:szCs w:val="28"/>
        </w:rPr>
        <w:lastRenderedPageBreak/>
        <w:t>УТВЕРЖДЕНО</w:t>
      </w:r>
    </w:p>
    <w:p w14:paraId="34A84A66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  <w:r w:rsidRPr="00CB6FE0">
        <w:rPr>
          <w:rFonts w:cs="Times New Roman"/>
          <w:szCs w:val="28"/>
        </w:rPr>
        <w:t xml:space="preserve">указом </w:t>
      </w:r>
    </w:p>
    <w:p w14:paraId="373AF0D0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  <w:r w:rsidRPr="00CB6FE0">
        <w:rPr>
          <w:rFonts w:cs="Times New Roman"/>
          <w:szCs w:val="28"/>
        </w:rPr>
        <w:t>Губернатора области</w:t>
      </w:r>
    </w:p>
    <w:p w14:paraId="6B353985" w14:textId="77777777" w:rsidR="005D10BD" w:rsidRPr="00F22C30" w:rsidRDefault="005D10BD" w:rsidP="005D10BD">
      <w:pPr>
        <w:ind w:left="5103"/>
        <w:rPr>
          <w:rFonts w:cs="Times New Roman"/>
          <w:sz w:val="24"/>
          <w:szCs w:val="28"/>
        </w:rPr>
      </w:pPr>
      <w:r w:rsidRPr="00CB6FE0">
        <w:rPr>
          <w:rFonts w:cs="Times New Roman"/>
          <w:szCs w:val="28"/>
        </w:rPr>
        <w:t>от 03.03.2021 № 48</w:t>
      </w:r>
    </w:p>
    <w:p w14:paraId="73EC9AF9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</w:p>
    <w:p w14:paraId="570245CE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</w:p>
    <w:p w14:paraId="0D3CD9B7" w14:textId="77777777" w:rsidR="005D10BD" w:rsidRPr="00CB6FE0" w:rsidRDefault="005D10BD" w:rsidP="005D10BD">
      <w:pPr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ПОЛОЖЕНИЕ</w:t>
      </w:r>
    </w:p>
    <w:p w14:paraId="7278E7D7" w14:textId="77777777" w:rsidR="005D10BD" w:rsidRPr="00CB6FE0" w:rsidRDefault="005D10BD" w:rsidP="005D10BD">
      <w:pPr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о проведении областного смотра-конкурса «Семья года» среди лучших семей, воспитывающих несовершеннолетних детей, в 2021 году</w:t>
      </w:r>
    </w:p>
    <w:p w14:paraId="2363234F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2D4E5F73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1. Общие положения</w:t>
      </w:r>
    </w:p>
    <w:p w14:paraId="32B078C6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</w:p>
    <w:p w14:paraId="37160E09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Областной </w:t>
      </w:r>
      <w:r w:rsidRPr="00CB6FE0">
        <w:rPr>
          <w:rFonts w:cs="Times New Roman"/>
          <w:szCs w:val="28"/>
          <w:lang w:eastAsia="ru-RU"/>
        </w:rPr>
        <w:t xml:space="preserve">смотр-конкурс </w:t>
      </w:r>
      <w:r w:rsidRPr="00CB6FE0">
        <w:rPr>
          <w:rFonts w:cs="Times New Roman"/>
          <w:color w:val="000000"/>
          <w:szCs w:val="28"/>
          <w:lang w:eastAsia="ru-RU"/>
        </w:rPr>
        <w:t xml:space="preserve">«Семья года» среди лучших семей, воспитывающих несовершеннолетних детей </w:t>
      </w:r>
      <w:r w:rsidRPr="00CB6FE0">
        <w:rPr>
          <w:rFonts w:cs="Times New Roman"/>
          <w:szCs w:val="28"/>
          <w:lang w:eastAsia="ru-RU"/>
        </w:rPr>
        <w:t xml:space="preserve">(далее – смотр-конкурс), проводится </w:t>
      </w:r>
      <w:r w:rsidRPr="00CB6FE0">
        <w:rPr>
          <w:rFonts w:cs="Times New Roman"/>
          <w:color w:val="000000"/>
          <w:szCs w:val="28"/>
          <w:lang w:eastAsia="ru-RU"/>
        </w:rPr>
        <w:t xml:space="preserve">в 2021 году </w:t>
      </w:r>
      <w:r w:rsidRPr="00CB6FE0">
        <w:rPr>
          <w:rFonts w:cs="Times New Roman"/>
          <w:szCs w:val="28"/>
          <w:lang w:eastAsia="ru-RU"/>
        </w:rPr>
        <w:t xml:space="preserve">во исполнение подпункта 35.3 пункта 35 раздела </w:t>
      </w:r>
      <w:r w:rsidRPr="00CB6FE0">
        <w:rPr>
          <w:szCs w:val="28"/>
          <w:lang w:val="en-US"/>
        </w:rPr>
        <w:t>V</w:t>
      </w:r>
      <w:r w:rsidRPr="00CB6FE0">
        <w:rPr>
          <w:rFonts w:cs="Times New Roman"/>
          <w:szCs w:val="28"/>
          <w:lang w:eastAsia="ru-RU"/>
        </w:rPr>
        <w:t xml:space="preserve"> плана мероприятий на 2019 – 2025 годы по реализации Концепции семейной политики Ярославской области на период до 2025 года, утвержденного постановлением Правительства области от 11.03.2019 № 155-п «О плане мероприятий на 2019 – 2025 годы по реализации Концепции семейной политики Ярославской области на период до 2025 года». </w:t>
      </w:r>
    </w:p>
    <w:p w14:paraId="64253B65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Организатором проведения смотра-конкурс</w:t>
      </w:r>
      <w:r w:rsidRPr="00CB6FE0">
        <w:rPr>
          <w:rFonts w:cs="Times New Roman"/>
          <w:bCs/>
          <w:color w:val="000000"/>
          <w:szCs w:val="28"/>
          <w:lang w:eastAsia="ru-RU"/>
        </w:rPr>
        <w:t>а</w:t>
      </w:r>
      <w:r w:rsidRPr="00CB6FE0">
        <w:rPr>
          <w:rFonts w:cs="Times New Roman"/>
          <w:szCs w:val="28"/>
          <w:lang w:eastAsia="ru-RU"/>
        </w:rPr>
        <w:t xml:space="preserve"> является</w:t>
      </w:r>
      <w:r w:rsidRPr="00CB6FE0">
        <w:rPr>
          <w:rFonts w:cs="Times New Roman"/>
          <w:color w:val="000000"/>
          <w:szCs w:val="28"/>
          <w:lang w:eastAsia="ru-RU"/>
        </w:rPr>
        <w:t xml:space="preserve"> управление по социальной и демографической политике Правительства области. </w:t>
      </w:r>
    </w:p>
    <w:p w14:paraId="03648084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Руководство подготовкой и проведением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bCs/>
          <w:color w:val="000000"/>
          <w:szCs w:val="28"/>
          <w:lang w:eastAsia="ru-RU"/>
        </w:rPr>
        <w:t>а, определение победителя</w:t>
      </w:r>
      <w:r w:rsidRPr="00CB6FE0">
        <w:rPr>
          <w:rFonts w:cs="Times New Roman"/>
          <w:szCs w:val="28"/>
          <w:lang w:eastAsia="ru-RU"/>
        </w:rPr>
        <w:t xml:space="preserve"> смотра-конкурса осуществляет </w:t>
      </w:r>
      <w:r w:rsidRPr="00CB6FE0">
        <w:rPr>
          <w:rFonts w:cs="Times New Roman"/>
          <w:bCs/>
          <w:color w:val="000000"/>
          <w:szCs w:val="28"/>
          <w:lang w:eastAsia="ru-RU"/>
        </w:rPr>
        <w:t xml:space="preserve">организационный комитет по подготовке и проведению смотра-конкурса </w:t>
      </w:r>
      <w:r w:rsidRPr="00CB6FE0">
        <w:rPr>
          <w:rFonts w:cs="Times New Roman"/>
          <w:szCs w:val="28"/>
          <w:lang w:eastAsia="ru-RU"/>
        </w:rPr>
        <w:t>(далее – организационный комитет), образуемый указом Губернатора области.</w:t>
      </w:r>
    </w:p>
    <w:p w14:paraId="41A2EDDE" w14:textId="77777777" w:rsidR="005D10BD" w:rsidRPr="00CB6FE0" w:rsidRDefault="005D10BD" w:rsidP="005D10BD">
      <w:pPr>
        <w:jc w:val="both"/>
        <w:rPr>
          <w:rFonts w:cs="Times New Roman"/>
          <w:bCs/>
          <w:color w:val="000000"/>
          <w:szCs w:val="28"/>
          <w:lang w:eastAsia="ru-RU"/>
        </w:rPr>
      </w:pPr>
      <w:r w:rsidRPr="00CB6FE0">
        <w:rPr>
          <w:rFonts w:cs="Times New Roman"/>
          <w:bCs/>
          <w:color w:val="000000"/>
          <w:szCs w:val="28"/>
          <w:lang w:eastAsia="ru-RU"/>
        </w:rPr>
        <w:t xml:space="preserve">Положение о проведении смотра-конкурса в 2021 году (далее – Положение) устанавливает порядок проведения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bCs/>
          <w:color w:val="000000"/>
          <w:szCs w:val="28"/>
          <w:lang w:eastAsia="ru-RU"/>
        </w:rPr>
        <w:t>а.</w:t>
      </w:r>
    </w:p>
    <w:p w14:paraId="228C340B" w14:textId="77777777" w:rsidR="005D10BD" w:rsidRPr="00CB6FE0" w:rsidRDefault="005D10BD" w:rsidP="005D10BD">
      <w:pPr>
        <w:jc w:val="both"/>
        <w:rPr>
          <w:rFonts w:cs="Times New Roman"/>
          <w:bCs/>
          <w:color w:val="000000"/>
          <w:szCs w:val="28"/>
          <w:lang w:eastAsia="ru-RU"/>
        </w:rPr>
      </w:pPr>
    </w:p>
    <w:p w14:paraId="77B54E07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2. Цель и задачи проведения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>а</w:t>
      </w:r>
    </w:p>
    <w:p w14:paraId="017F600D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</w:p>
    <w:p w14:paraId="0E948FCB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Основной целью смотра-конкурс</w:t>
      </w:r>
      <w:r w:rsidRPr="00CB6FE0">
        <w:rPr>
          <w:rFonts w:cs="Times New Roman"/>
          <w:bCs/>
          <w:color w:val="000000"/>
          <w:szCs w:val="28"/>
          <w:lang w:eastAsia="ru-RU"/>
        </w:rPr>
        <w:t>а</w:t>
      </w:r>
      <w:r w:rsidRPr="00CB6FE0">
        <w:rPr>
          <w:rFonts w:cs="Times New Roman"/>
          <w:szCs w:val="28"/>
          <w:lang w:eastAsia="ru-RU"/>
        </w:rPr>
        <w:t xml:space="preserve"> является повышение общественного престижа семейного образа жизни, пропаганда ценностей семьи и ответственного родительства.</w:t>
      </w:r>
    </w:p>
    <w:p w14:paraId="745D13A5" w14:textId="77777777" w:rsidR="005D10BD" w:rsidRPr="00CB6FE0" w:rsidRDefault="005D10BD" w:rsidP="005D10BD">
      <w:pPr>
        <w:autoSpaceDE w:val="0"/>
        <w:autoSpaceDN w:val="0"/>
        <w:ind w:firstLine="720"/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Задачи смотра-конкурс</w:t>
      </w:r>
      <w:r w:rsidRPr="00CB6FE0">
        <w:rPr>
          <w:rFonts w:cs="Times New Roman"/>
          <w:bCs/>
          <w:szCs w:val="28"/>
          <w:lang w:eastAsia="ru-RU"/>
        </w:rPr>
        <w:t>а</w:t>
      </w:r>
      <w:r w:rsidRPr="00CB6FE0">
        <w:rPr>
          <w:rFonts w:cs="Times New Roman"/>
          <w:szCs w:val="28"/>
          <w:lang w:eastAsia="ru-RU"/>
        </w:rPr>
        <w:t>:</w:t>
      </w:r>
    </w:p>
    <w:p w14:paraId="31C78F6D" w14:textId="77777777" w:rsidR="005D10BD" w:rsidRPr="00CB6FE0" w:rsidRDefault="005D10BD" w:rsidP="005D10BD">
      <w:pPr>
        <w:autoSpaceDE w:val="0"/>
        <w:autoSpaceDN w:val="0"/>
        <w:ind w:firstLine="720"/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 распространение положительного опыта социально ответственных семей, в том числе семей, воспитывающих детей-инвалидов, семей, принявших на воспитание детей-сирот, детей, оставшихся без попечения родителей, ведущих здоровый образ жизни, развивающих увлечения и таланты членов семьи, активно участвующих в жизни местного сообщества, региона;</w:t>
      </w:r>
    </w:p>
    <w:p w14:paraId="4FD608A9" w14:textId="77777777" w:rsidR="005D10BD" w:rsidRPr="00CB6FE0" w:rsidRDefault="005D10BD" w:rsidP="005D10BD">
      <w:pPr>
        <w:autoSpaceDE w:val="0"/>
        <w:autoSpaceDN w:val="0"/>
        <w:ind w:firstLine="720"/>
        <w:jc w:val="both"/>
        <w:rPr>
          <w:rFonts w:cs="Times New Roman"/>
          <w:szCs w:val="28"/>
          <w:lang w:eastAsia="ru-RU"/>
        </w:rPr>
      </w:pPr>
      <w:r w:rsidRPr="00CB6FE0">
        <w:rPr>
          <w:szCs w:val="28"/>
        </w:rPr>
        <w:t xml:space="preserve">- </w:t>
      </w:r>
      <w:r w:rsidRPr="00CB6FE0">
        <w:rPr>
          <w:color w:val="333333"/>
          <w:szCs w:val="28"/>
          <w:shd w:val="clear" w:color="auto" w:fill="FFFFFF"/>
        </w:rPr>
        <w:t> повышение социального статуса семьи с детьми;</w:t>
      </w:r>
    </w:p>
    <w:p w14:paraId="611720D9" w14:textId="77777777" w:rsidR="005D10BD" w:rsidRPr="00CB6FE0" w:rsidRDefault="005D10BD" w:rsidP="005D10BD">
      <w:pPr>
        <w:autoSpaceDE w:val="0"/>
        <w:autoSpaceDN w:val="0"/>
        <w:adjustRightInd w:val="0"/>
        <w:ind w:firstLine="708"/>
        <w:jc w:val="both"/>
        <w:rPr>
          <w:rFonts w:eastAsiaTheme="minorHAnsi" w:cs="Times New Roman"/>
          <w:szCs w:val="28"/>
        </w:rPr>
      </w:pPr>
      <w:r w:rsidRPr="00CB6FE0">
        <w:rPr>
          <w:rFonts w:eastAsiaTheme="minorHAnsi" w:cs="Times New Roman"/>
          <w:szCs w:val="28"/>
        </w:rPr>
        <w:t>- содействие распространению родовых династий;</w:t>
      </w:r>
    </w:p>
    <w:p w14:paraId="4F53FC6C" w14:textId="77777777" w:rsidR="005D10BD" w:rsidRPr="00CB6FE0" w:rsidRDefault="005D10BD" w:rsidP="005D10BD">
      <w:pPr>
        <w:autoSpaceDE w:val="0"/>
        <w:autoSpaceDN w:val="0"/>
        <w:ind w:firstLine="720"/>
        <w:jc w:val="both"/>
        <w:rPr>
          <w:szCs w:val="28"/>
        </w:rPr>
      </w:pPr>
      <w:r w:rsidRPr="00CB6FE0">
        <w:rPr>
          <w:rFonts w:cs="Times New Roman"/>
          <w:szCs w:val="28"/>
          <w:lang w:eastAsia="ru-RU"/>
        </w:rPr>
        <w:t xml:space="preserve">- выявление </w:t>
      </w:r>
      <w:r w:rsidRPr="00CB6FE0">
        <w:rPr>
          <w:szCs w:val="28"/>
        </w:rPr>
        <w:t>лучших практик семейного воспитания;</w:t>
      </w:r>
    </w:p>
    <w:p w14:paraId="6407A209" w14:textId="77777777" w:rsidR="005D10BD" w:rsidRPr="00CB6FE0" w:rsidRDefault="005D10BD" w:rsidP="005D10BD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B6FE0">
        <w:rPr>
          <w:rFonts w:eastAsiaTheme="minorHAnsi" w:cs="Times New Roman"/>
          <w:szCs w:val="28"/>
        </w:rPr>
        <w:lastRenderedPageBreak/>
        <w:t>- активизация деятельности органов исполнительной власти, органов местного самоуправления муниципальных образований области и общественных структур по реализации семейной и демографической политики на территории Ярославской области.</w:t>
      </w:r>
    </w:p>
    <w:p w14:paraId="13E01534" w14:textId="77777777" w:rsidR="005D10BD" w:rsidRPr="00CB6FE0" w:rsidRDefault="005D10BD" w:rsidP="005D10BD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169A2EE1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3. Участники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>а</w:t>
      </w:r>
    </w:p>
    <w:p w14:paraId="3405300D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4611330C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Участниками смотра-конкурса являются семьи, члены которых:</w:t>
      </w:r>
    </w:p>
    <w:p w14:paraId="1CE02269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 являются гражданами Российской Федерации;</w:t>
      </w:r>
    </w:p>
    <w:p w14:paraId="5D94E1D2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 зарегистрированы по месту жительства и проживают на территории Ярославской области;</w:t>
      </w:r>
    </w:p>
    <w:p w14:paraId="33A820AA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</w:t>
      </w:r>
      <w:r w:rsidRPr="00CB6FE0">
        <w:t xml:space="preserve"> </w:t>
      </w:r>
      <w:r w:rsidRPr="00CB6FE0">
        <w:rPr>
          <w:rFonts w:cs="Times New Roman"/>
          <w:szCs w:val="28"/>
          <w:lang w:eastAsia="ru-RU"/>
        </w:rPr>
        <w:t>добились успехов в профессиональной и общественной деятельности, образовании, науке, творчестве, спорте.</w:t>
      </w:r>
    </w:p>
    <w:p w14:paraId="53F9D866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Родители в этих семьях состоят в браке, заключенном в органах записи актов гражданского состояния.</w:t>
      </w:r>
    </w:p>
    <w:p w14:paraId="32EF9533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2C3B9EB2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4. Сроки проведения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>а</w:t>
      </w:r>
    </w:p>
    <w:p w14:paraId="0643CBFD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</w:p>
    <w:p w14:paraId="71F55AA9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Смотр-конкурс проводится в два этапа.</w:t>
      </w:r>
    </w:p>
    <w:p w14:paraId="6CA3F69C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Первый (муниципальный) этап  смотра-конкурса проводится с 15 марта по 07 апреля 2021 года муниципальными районами и городскими округами области (далее – муниципальные образования) самостоятельно.</w:t>
      </w:r>
    </w:p>
    <w:p w14:paraId="6938AA31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Второй (областной) этап смотра-конкурса проводится с 08 апреля по 30 апреля 2021 года.</w:t>
      </w:r>
    </w:p>
    <w:p w14:paraId="3DE60CD1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 xml:space="preserve">Объявление о проведении смотра-конкурса </w:t>
      </w:r>
      <w:r w:rsidRPr="00CB6FE0">
        <w:rPr>
          <w:bCs/>
          <w:szCs w:val="28"/>
        </w:rPr>
        <w:t>размещается в разделе «Семья года» на сайте государственного казенного учреждения Ярославской области «Центр выставочно-конгрессной деятельности» (www.dirvkd.ru) в информационно-телекоммуникационной сети «Интернет» 12 марта 2021 года.</w:t>
      </w:r>
    </w:p>
    <w:p w14:paraId="3D8680CC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6C07E7E6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5. Порядок проведения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 xml:space="preserve">а </w:t>
      </w:r>
    </w:p>
    <w:p w14:paraId="065861F0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</w:p>
    <w:p w14:paraId="07B1DF93" w14:textId="77777777" w:rsidR="005D10BD" w:rsidRPr="00CB6FE0" w:rsidRDefault="005D10BD" w:rsidP="005D10BD">
      <w:pPr>
        <w:ind w:firstLine="720"/>
        <w:jc w:val="both"/>
      </w:pPr>
      <w:r w:rsidRPr="00CB6FE0">
        <w:rPr>
          <w:rFonts w:cs="Times New Roman"/>
          <w:szCs w:val="28"/>
          <w:lang w:eastAsia="ru-RU"/>
        </w:rPr>
        <w:t>5.1. Первый (муниципальный) этап смотра-конкурс</w:t>
      </w:r>
      <w:r w:rsidRPr="00CB6FE0">
        <w:rPr>
          <w:rFonts w:cs="Times New Roman"/>
          <w:color w:val="000000"/>
          <w:szCs w:val="28"/>
          <w:lang w:eastAsia="ru-RU"/>
        </w:rPr>
        <w:t>а</w:t>
      </w:r>
      <w:r w:rsidRPr="00CB6FE0">
        <w:rPr>
          <w:rFonts w:cs="Times New Roman"/>
          <w:szCs w:val="28"/>
          <w:lang w:eastAsia="ru-RU"/>
        </w:rPr>
        <w:t xml:space="preserve"> проводится муниципальными образованиями в виде отборочных туров в соответствии с порядком, определяемым органами местного самоуправления муниципальных образований с учетом Положения.</w:t>
      </w:r>
      <w:r w:rsidRPr="00CB6FE0">
        <w:t xml:space="preserve"> </w:t>
      </w:r>
      <w:r w:rsidRPr="00CB6FE0">
        <w:rPr>
          <w:rFonts w:cs="Times New Roman"/>
          <w:szCs w:val="28"/>
          <w:lang w:eastAsia="ru-RU"/>
        </w:rPr>
        <w:t xml:space="preserve">До 07 апреля 2021 года </w:t>
      </w:r>
      <w:r w:rsidRPr="00CB6FE0">
        <w:t xml:space="preserve">выявляется один победитель </w:t>
      </w:r>
      <w:r w:rsidRPr="00CB6FE0">
        <w:rPr>
          <w:rFonts w:cs="Times New Roman"/>
          <w:szCs w:val="28"/>
          <w:lang w:eastAsia="ru-RU"/>
        </w:rPr>
        <w:t>первого (муниципального) этапа</w:t>
      </w:r>
      <w:r w:rsidRPr="00CB6FE0">
        <w:t xml:space="preserve">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>а</w:t>
      </w:r>
      <w:r w:rsidRPr="00CB6FE0">
        <w:rPr>
          <w:rFonts w:cs="Times New Roman"/>
          <w:szCs w:val="28"/>
          <w:lang w:eastAsia="ru-RU"/>
        </w:rPr>
        <w:t xml:space="preserve"> в </w:t>
      </w:r>
      <w:r w:rsidRPr="00CB6FE0">
        <w:t>соответствующем муниципальном образовании.</w:t>
      </w:r>
    </w:p>
    <w:p w14:paraId="4DDAC465" w14:textId="77777777" w:rsidR="005D10BD" w:rsidRPr="00CB6FE0" w:rsidRDefault="005D10BD" w:rsidP="005D10BD">
      <w:pPr>
        <w:ind w:firstLine="720"/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5.2. Для участия победителя первого (муниципального) этапа смотра-конкурса во втором (областном) этапе</w:t>
      </w:r>
      <w:r w:rsidRPr="00CB6FE0">
        <w:t xml:space="preserve"> </w:t>
      </w:r>
      <w:r w:rsidRPr="00CB6FE0">
        <w:rPr>
          <w:rFonts w:cs="Times New Roman"/>
          <w:szCs w:val="28"/>
          <w:lang w:eastAsia="ru-RU"/>
        </w:rPr>
        <w:t>смотра-конкурса муниципальное образование в срок с </w:t>
      </w:r>
      <w:r w:rsidRPr="00CB6FE0">
        <w:rPr>
          <w:rFonts w:cs="Times New Roman"/>
          <w:color w:val="000000"/>
          <w:szCs w:val="28"/>
          <w:lang w:eastAsia="ru-RU"/>
        </w:rPr>
        <w:t xml:space="preserve">08 апреля </w:t>
      </w:r>
      <w:r w:rsidRPr="00CB6FE0">
        <w:rPr>
          <w:rFonts w:cs="Times New Roman"/>
          <w:szCs w:val="28"/>
          <w:lang w:eastAsia="ru-RU"/>
        </w:rPr>
        <w:t xml:space="preserve">по 15 апреля 2021 года представляет </w:t>
      </w:r>
      <w:r w:rsidRPr="00CB6FE0">
        <w:rPr>
          <w:rFonts w:cs="Times New Roman"/>
          <w:bCs/>
          <w:szCs w:val="28"/>
          <w:lang w:eastAsia="ru-RU"/>
        </w:rPr>
        <w:t xml:space="preserve">в </w:t>
      </w:r>
      <w:r w:rsidRPr="00CB6FE0">
        <w:rPr>
          <w:rFonts w:cs="Times New Roman"/>
          <w:color w:val="000000"/>
          <w:szCs w:val="28"/>
          <w:lang w:eastAsia="ru-RU"/>
        </w:rPr>
        <w:t>государственное казенное учреждение Ярославской области «Центр выставочно-конгрессной деятельности»</w:t>
      </w:r>
      <w:r w:rsidRPr="00CB6FE0">
        <w:rPr>
          <w:rFonts w:cs="Times New Roman"/>
          <w:szCs w:val="28"/>
          <w:lang w:eastAsia="ru-RU"/>
        </w:rPr>
        <w:t xml:space="preserve"> на электронный адрес (konkurs@dirvkd.ru) следующие материалы:</w:t>
      </w:r>
    </w:p>
    <w:p w14:paraId="5CAD4728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lastRenderedPageBreak/>
        <w:t>- ходатайство органов местного самоуправления муниципальных образований об участии семьи во втором (областном) этапе смотра-конкурса;</w:t>
      </w:r>
    </w:p>
    <w:p w14:paraId="7E8FBC05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 заявка на участие в смотре-конкурсе в 2021 году по форме согласно приложению 1 к Положению;</w:t>
      </w:r>
    </w:p>
    <w:p w14:paraId="6B2CFAA2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 анкета семьи по форме согласно приложению 2 к Положению;</w:t>
      </w:r>
    </w:p>
    <w:p w14:paraId="37980B91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 представление семьи в виде презентации</w:t>
      </w:r>
      <w:r w:rsidRPr="00CB6FE0">
        <w:t xml:space="preserve"> в </w:t>
      </w:r>
      <w:r w:rsidRPr="00CB6FE0">
        <w:rPr>
          <w:rFonts w:cs="Times New Roman"/>
          <w:szCs w:val="28"/>
          <w:lang w:eastAsia="ru-RU"/>
        </w:rPr>
        <w:t xml:space="preserve">формате </w:t>
      </w:r>
      <w:r w:rsidRPr="00CB6FE0">
        <w:rPr>
          <w:rFonts w:cs="Times New Roman"/>
          <w:szCs w:val="28"/>
          <w:lang w:val="en-US" w:eastAsia="ru-RU"/>
        </w:rPr>
        <w:t>P</w:t>
      </w:r>
      <w:r w:rsidRPr="00CB6FE0">
        <w:rPr>
          <w:rFonts w:cs="Times New Roman"/>
          <w:szCs w:val="28"/>
          <w:lang w:eastAsia="ru-RU"/>
        </w:rPr>
        <w:t>ower</w:t>
      </w:r>
      <w:r w:rsidRPr="00CB6FE0">
        <w:rPr>
          <w:rFonts w:cs="Times New Roman"/>
          <w:szCs w:val="28"/>
          <w:lang w:val="en-US" w:eastAsia="ru-RU"/>
        </w:rPr>
        <w:t>P</w:t>
      </w:r>
      <w:r w:rsidRPr="00CB6FE0">
        <w:rPr>
          <w:rFonts w:cs="Times New Roman"/>
          <w:szCs w:val="28"/>
          <w:lang w:eastAsia="ru-RU"/>
        </w:rPr>
        <w:t>oint (материалы, позволившие семье стать победителем первого (муниципального) этапа смотра-конкурса, а также материалы, характеризующие роль семьи в сохранении и развитии семейных традиций и ценностей семейной жизни, материалы об особых достижениях членов семьи (фотографии, копии полученных дипломов, грамот, подтверждающие основные достижения членов семьи));</w:t>
      </w:r>
    </w:p>
    <w:p w14:paraId="5F00971C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- письменный рассказ об истории семьи и ее традициях (2 листа печатного текста), который должен содержать следующие сведения:</w:t>
      </w:r>
    </w:p>
    <w:p w14:paraId="34B1FA6B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семейный стаж;</w:t>
      </w:r>
    </w:p>
    <w:p w14:paraId="2AE0AE45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период проживания в Ярославской области;</w:t>
      </w:r>
    </w:p>
    <w:p w14:paraId="088A46EA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место работы (вид деятельности) родителей;</w:t>
      </w:r>
    </w:p>
    <w:p w14:paraId="3BCF3B2D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участие в общественной жизни;</w:t>
      </w:r>
    </w:p>
    <w:p w14:paraId="181E01B8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семейные традиции</w:t>
      </w:r>
      <w:r w:rsidRPr="00CB6FE0">
        <w:rPr>
          <w:rFonts w:cs="Times New Roman"/>
          <w:szCs w:val="28"/>
          <w:lang w:eastAsia="ru-RU"/>
        </w:rPr>
        <w:t>;</w:t>
      </w:r>
    </w:p>
    <w:p w14:paraId="5234B78D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организация досуга в семье;</w:t>
      </w:r>
    </w:p>
    <w:p w14:paraId="4B726F8B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система воспитания детей в семье;</w:t>
      </w:r>
    </w:p>
    <w:p w14:paraId="002E00BD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сведения о награждении региональными и федеральными наградами членов семьи (при наличии);</w:t>
      </w:r>
    </w:p>
    <w:p w14:paraId="7FDF12F2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выдающиеся члены семьи (при наличии).</w:t>
      </w:r>
    </w:p>
    <w:p w14:paraId="2BE6C846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 xml:space="preserve">Представление неполного или оформленного не в соответствии с требованиями, установленными настоящим Положением, комплекта документов или представление документов за пределами сроков подачи документов является основанием для отказа </w:t>
      </w:r>
      <w:r w:rsidRPr="00CB6FE0">
        <w:t xml:space="preserve">в допуске семьи ко второму </w:t>
      </w:r>
      <w:r w:rsidRPr="00CB6FE0">
        <w:rPr>
          <w:rFonts w:cs="Times New Roman"/>
          <w:szCs w:val="28"/>
          <w:lang w:eastAsia="ru-RU"/>
        </w:rPr>
        <w:t xml:space="preserve">(областному) </w:t>
      </w:r>
      <w:r w:rsidRPr="00CB6FE0">
        <w:t>этапу смотра-конкурса</w:t>
      </w:r>
      <w:r w:rsidRPr="00CB6FE0">
        <w:rPr>
          <w:rFonts w:cs="Times New Roman"/>
          <w:szCs w:val="28"/>
          <w:lang w:eastAsia="ru-RU"/>
        </w:rPr>
        <w:t>.</w:t>
      </w:r>
      <w:r w:rsidRPr="00CB6FE0">
        <w:rPr>
          <w:rFonts w:cs="Times New Roman"/>
          <w:szCs w:val="28"/>
          <w:highlight w:val="yellow"/>
          <w:lang w:eastAsia="ru-RU"/>
        </w:rPr>
        <w:t xml:space="preserve"> </w:t>
      </w:r>
    </w:p>
    <w:p w14:paraId="4F9DFEF8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5.3. Государственное казенное учреждение Ярославской области «Центр выставочно-конгрессной деятельности» уведомляет с</w:t>
      </w:r>
      <w:r w:rsidRPr="00CB6FE0">
        <w:t>емьи,</w:t>
      </w:r>
      <w:r w:rsidRPr="00CB6FE0">
        <w:rPr>
          <w:rFonts w:cs="Times New Roman"/>
          <w:szCs w:val="28"/>
          <w:lang w:eastAsia="ru-RU"/>
        </w:rPr>
        <w:t xml:space="preserve"> не допущенные к участию во втором (областном) этапе смотра-конкурса, об отказе </w:t>
      </w:r>
      <w:r w:rsidRPr="00CB6FE0">
        <w:t xml:space="preserve">в допуске ко второму </w:t>
      </w:r>
      <w:r w:rsidRPr="00CB6FE0">
        <w:rPr>
          <w:rFonts w:cs="Times New Roman"/>
          <w:szCs w:val="28"/>
          <w:lang w:eastAsia="ru-RU"/>
        </w:rPr>
        <w:t xml:space="preserve">(областному) </w:t>
      </w:r>
      <w:r w:rsidRPr="00CB6FE0">
        <w:t>этапу смотра-конкурса</w:t>
      </w:r>
      <w:r w:rsidRPr="00CB6FE0">
        <w:rPr>
          <w:rFonts w:cs="Times New Roman"/>
          <w:szCs w:val="28"/>
          <w:lang w:eastAsia="ru-RU"/>
        </w:rPr>
        <w:t xml:space="preserve"> с указанием причин отказа в течение 5 рабочих дней с момента получения документов.</w:t>
      </w:r>
    </w:p>
    <w:p w14:paraId="7B4B4C41" w14:textId="77777777" w:rsidR="005D10BD" w:rsidRPr="00CB6FE0" w:rsidRDefault="005D10BD" w:rsidP="005D10BD">
      <w:pPr>
        <w:jc w:val="both"/>
        <w:rPr>
          <w:bCs/>
          <w:spacing w:val="-4"/>
          <w:szCs w:val="28"/>
        </w:rPr>
      </w:pPr>
      <w:r w:rsidRPr="00CB6FE0">
        <w:rPr>
          <w:bCs/>
          <w:spacing w:val="-4"/>
          <w:szCs w:val="28"/>
        </w:rPr>
        <w:t xml:space="preserve">Контактным лицом по приему </w:t>
      </w:r>
      <w:r w:rsidRPr="00CB6FE0">
        <w:rPr>
          <w:rFonts w:cs="Times New Roman"/>
          <w:spacing w:val="-4"/>
          <w:szCs w:val="28"/>
          <w:lang w:eastAsia="ru-RU"/>
        </w:rPr>
        <w:t xml:space="preserve">материалов, указанных в пункте 5.2 данного раздела Положения, </w:t>
      </w:r>
      <w:r w:rsidRPr="00CB6FE0">
        <w:rPr>
          <w:bCs/>
          <w:spacing w:val="-4"/>
          <w:szCs w:val="28"/>
        </w:rPr>
        <w:t>является главный консультант отдела выставочно-конгрессной деятельности г</w:t>
      </w:r>
      <w:r w:rsidRPr="00CB6FE0">
        <w:rPr>
          <w:spacing w:val="-4"/>
          <w:szCs w:val="28"/>
        </w:rPr>
        <w:t xml:space="preserve">осударственного казенного учреждения Ярославской области </w:t>
      </w:r>
      <w:r w:rsidRPr="00CB6FE0">
        <w:rPr>
          <w:spacing w:val="-6"/>
          <w:szCs w:val="28"/>
        </w:rPr>
        <w:t>«Центр выставочно-конгрессной деятельности»</w:t>
      </w:r>
      <w:r w:rsidRPr="00CB6FE0">
        <w:rPr>
          <w:bCs/>
          <w:spacing w:val="-6"/>
          <w:szCs w:val="28"/>
        </w:rPr>
        <w:t xml:space="preserve"> Постникова Наталия Алексеевна</w:t>
      </w:r>
      <w:r w:rsidRPr="00CB6FE0">
        <w:rPr>
          <w:bCs/>
          <w:spacing w:val="-4"/>
          <w:szCs w:val="28"/>
        </w:rPr>
        <w:t xml:space="preserve"> (тел.: (4852) 59-42-14, </w:t>
      </w:r>
      <w:r w:rsidRPr="00CB6FE0">
        <w:rPr>
          <w:rFonts w:cs="Times New Roman"/>
          <w:szCs w:val="28"/>
          <w:lang w:eastAsia="ru-RU"/>
        </w:rPr>
        <w:t>электронный адрес: nm@dirvkd.ru</w:t>
      </w:r>
      <w:r w:rsidRPr="00CB6FE0">
        <w:rPr>
          <w:bCs/>
          <w:spacing w:val="-4"/>
          <w:szCs w:val="28"/>
        </w:rPr>
        <w:t>).</w:t>
      </w:r>
    </w:p>
    <w:p w14:paraId="12B9437D" w14:textId="77777777" w:rsidR="005D10BD" w:rsidRPr="00CB6FE0" w:rsidRDefault="005D10BD" w:rsidP="005D10BD">
      <w:pPr>
        <w:jc w:val="both"/>
        <w:rPr>
          <w:bCs/>
          <w:szCs w:val="28"/>
        </w:rPr>
      </w:pPr>
      <w:r w:rsidRPr="00CB6FE0">
        <w:rPr>
          <w:bCs/>
          <w:szCs w:val="28"/>
        </w:rPr>
        <w:t>5.4. Список</w:t>
      </w:r>
      <w:r w:rsidRPr="00CB6FE0">
        <w:rPr>
          <w:rFonts w:cs="Times New Roman"/>
          <w:szCs w:val="28"/>
          <w:lang w:eastAsia="ru-RU"/>
        </w:rPr>
        <w:t xml:space="preserve"> семей, допущенных к участию во втором (областном) этапе смотра-конкурса, </w:t>
      </w:r>
      <w:r w:rsidRPr="00CB6FE0">
        <w:rPr>
          <w:bCs/>
          <w:szCs w:val="28"/>
        </w:rPr>
        <w:t xml:space="preserve">и представленные </w:t>
      </w:r>
      <w:r w:rsidRPr="00CB6FE0">
        <w:rPr>
          <w:rFonts w:cs="Times New Roman"/>
          <w:szCs w:val="28"/>
          <w:lang w:eastAsia="ru-RU"/>
        </w:rPr>
        <w:t xml:space="preserve">материалы </w:t>
      </w:r>
      <w:r w:rsidRPr="00CB6FE0">
        <w:rPr>
          <w:bCs/>
          <w:szCs w:val="28"/>
        </w:rPr>
        <w:t xml:space="preserve">(за исключением ходатайства, заявки и </w:t>
      </w:r>
      <w:r w:rsidRPr="00CB6FE0">
        <w:rPr>
          <w:rFonts w:cs="Times New Roman"/>
          <w:szCs w:val="28"/>
          <w:lang w:eastAsia="ru-RU"/>
        </w:rPr>
        <w:t xml:space="preserve">анкеты семьи, указанных в абзацах втором – четвертом пункта 5.2 </w:t>
      </w:r>
      <w:r w:rsidRPr="00CB6FE0">
        <w:rPr>
          <w:rFonts w:cs="Times New Roman"/>
          <w:szCs w:val="28"/>
          <w:lang w:eastAsia="ru-RU"/>
        </w:rPr>
        <w:lastRenderedPageBreak/>
        <w:t>данного раздела Положения</w:t>
      </w:r>
      <w:r w:rsidRPr="00CB6FE0">
        <w:rPr>
          <w:bCs/>
          <w:szCs w:val="28"/>
        </w:rPr>
        <w:t>) в срок до 21 апреля 2021 года размещаются в разделе «Семья года» на сайте государственного казенного учреждения Ярославской области «Центр выставочно-конгрессной деятельности» (www.dirvkd.ru) в информационно-телекоммуникационной сети «Интернет».</w:t>
      </w:r>
    </w:p>
    <w:p w14:paraId="685EDF36" w14:textId="77777777" w:rsidR="005D10BD" w:rsidRPr="00CB6FE0" w:rsidRDefault="005D10BD" w:rsidP="005D10BD">
      <w:pPr>
        <w:ind w:firstLine="0"/>
        <w:jc w:val="both"/>
        <w:rPr>
          <w:rFonts w:cs="Times New Roman"/>
          <w:color w:val="000000"/>
          <w:szCs w:val="28"/>
          <w:lang w:eastAsia="ru-RU"/>
        </w:rPr>
      </w:pPr>
    </w:p>
    <w:p w14:paraId="1AA5FB6D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6. Подведение итогов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 xml:space="preserve">а и награждение победителя </w:t>
      </w:r>
      <w:r w:rsidRPr="00CB6FE0">
        <w:rPr>
          <w:rFonts w:cs="Times New Roman"/>
          <w:color w:val="000000"/>
          <w:szCs w:val="28"/>
          <w:lang w:eastAsia="ru-RU"/>
        </w:rPr>
        <w:br/>
        <w:t>и участников смотра-конкурса</w:t>
      </w:r>
    </w:p>
    <w:p w14:paraId="6CAB5225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</w:p>
    <w:p w14:paraId="037B5593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 xml:space="preserve">6.1. По результатам оценки материалов семей, допущенных для участия во втором (областном) этапе смотра-конкурса, организационный комитет </w:t>
      </w:r>
      <w:r w:rsidRPr="00CB6FE0">
        <w:rPr>
          <w:rFonts w:cs="Times New Roman"/>
          <w:color w:val="000000"/>
          <w:szCs w:val="28"/>
          <w:lang w:eastAsia="ru-RU"/>
        </w:rPr>
        <w:t xml:space="preserve">выявляет </w:t>
      </w:r>
      <w:r w:rsidRPr="00CB6FE0">
        <w:rPr>
          <w:rFonts w:cs="Times New Roman"/>
          <w:szCs w:val="28"/>
          <w:lang w:eastAsia="ru-RU"/>
        </w:rPr>
        <w:t xml:space="preserve">победителя смотра-конкурса, которому присваивается звание «Семья года», </w:t>
      </w:r>
      <w:r w:rsidRPr="00CB6FE0">
        <w:rPr>
          <w:rFonts w:cs="Times New Roman"/>
          <w:color w:val="000000"/>
          <w:szCs w:val="28"/>
          <w:lang w:eastAsia="ru-RU"/>
        </w:rPr>
        <w:t>по следующим критериям:</w:t>
      </w:r>
    </w:p>
    <w:p w14:paraId="2D8E8CBE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- награды родителей за достойное воспитание детей;</w:t>
      </w:r>
    </w:p>
    <w:p w14:paraId="50BA3289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- знание истории своей семьи;</w:t>
      </w:r>
    </w:p>
    <w:p w14:paraId="12317FA0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- семейные традиции;</w:t>
      </w:r>
    </w:p>
    <w:p w14:paraId="0FF9C60A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- достижения членов семьи (участие членов семьи в конкурсах, олимпиадах, фестивалях, спартакиадах, культурно-массовых мероприятиях районного (городского), областного, всероссийского уровней (концерты, выставки, праздники и так далее));</w:t>
      </w:r>
    </w:p>
    <w:p w14:paraId="7C2F27D9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- вклад в формирование благоприятного имиджа муниципального образования, города и в целом Ярославской области (издание сборника, запись музыкальных дисков, участие в мастер-классах </w:t>
      </w:r>
      <w:r w:rsidRPr="00CB6FE0">
        <w:t>и иных аналогичных мероприятиях в сфере спорта, культуры, творчества, науки, образования</w:t>
      </w:r>
      <w:r w:rsidRPr="00CB6FE0">
        <w:rPr>
          <w:rFonts w:cs="Times New Roman"/>
          <w:color w:val="000000"/>
          <w:szCs w:val="28"/>
          <w:lang w:eastAsia="ru-RU"/>
        </w:rPr>
        <w:t>).</w:t>
      </w:r>
    </w:p>
    <w:p w14:paraId="3818B535" w14:textId="77777777" w:rsidR="005D10BD" w:rsidRPr="00CB6FE0" w:rsidRDefault="005D10BD" w:rsidP="005D10BD">
      <w:pPr>
        <w:jc w:val="both"/>
        <w:rPr>
          <w:rFonts w:cs="Times New Roman"/>
          <w:color w:val="000000"/>
          <w:spacing w:val="-4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6.2. </w:t>
      </w:r>
      <w:r w:rsidRPr="00CB6FE0">
        <w:rPr>
          <w:rFonts w:cs="Times New Roman"/>
          <w:color w:val="000000"/>
          <w:spacing w:val="-4"/>
          <w:szCs w:val="28"/>
          <w:lang w:eastAsia="ru-RU"/>
        </w:rPr>
        <w:t xml:space="preserve">Каждый член </w:t>
      </w:r>
      <w:r w:rsidRPr="00CB6FE0">
        <w:rPr>
          <w:rFonts w:cs="Times New Roman"/>
          <w:spacing w:val="-4"/>
          <w:szCs w:val="28"/>
          <w:lang w:eastAsia="ru-RU"/>
        </w:rPr>
        <w:t xml:space="preserve">организационного комитета </w:t>
      </w:r>
      <w:r w:rsidRPr="00CB6FE0">
        <w:rPr>
          <w:rFonts w:cs="Times New Roman"/>
          <w:szCs w:val="28"/>
          <w:lang w:eastAsia="ru-RU"/>
        </w:rPr>
        <w:t>оценивает (в</w:t>
      </w:r>
      <w:r w:rsidRPr="00CB6FE0">
        <w:rPr>
          <w:rFonts w:cs="Times New Roman"/>
          <w:color w:val="000000"/>
          <w:spacing w:val="-4"/>
          <w:szCs w:val="28"/>
          <w:lang w:eastAsia="ru-RU"/>
        </w:rPr>
        <w:t xml:space="preserve"> баллах) </w:t>
      </w:r>
      <w:r w:rsidRPr="00CB6FE0">
        <w:rPr>
          <w:rFonts w:cs="Times New Roman"/>
          <w:szCs w:val="28"/>
          <w:lang w:eastAsia="ru-RU"/>
        </w:rPr>
        <w:t>соответствие представленных материалов критериям,</w:t>
      </w:r>
      <w:r w:rsidRPr="00CB6FE0">
        <w:rPr>
          <w:rFonts w:cs="Times New Roman"/>
          <w:color w:val="000000"/>
          <w:spacing w:val="-4"/>
          <w:szCs w:val="28"/>
          <w:lang w:eastAsia="ru-RU"/>
        </w:rPr>
        <w:t xml:space="preserve"> </w:t>
      </w:r>
      <w:r w:rsidRPr="00CB6FE0">
        <w:rPr>
          <w:rFonts w:cs="Times New Roman"/>
          <w:szCs w:val="28"/>
          <w:lang w:eastAsia="ru-RU"/>
        </w:rPr>
        <w:t>указанным в пункте 6.1 данного раздела Положения</w:t>
      </w:r>
      <w:r w:rsidRPr="00CB6FE0">
        <w:rPr>
          <w:rFonts w:cs="Times New Roman"/>
          <w:color w:val="000000"/>
          <w:spacing w:val="-4"/>
          <w:szCs w:val="28"/>
          <w:lang w:eastAsia="ru-RU"/>
        </w:rPr>
        <w:t>, и вносит баллы в оценочный лист</w:t>
      </w:r>
      <w:r w:rsidRPr="00CB6FE0">
        <w:rPr>
          <w:rFonts w:cs="Times New Roman"/>
          <w:szCs w:val="28"/>
          <w:lang w:eastAsia="ru-RU"/>
        </w:rPr>
        <w:t xml:space="preserve"> участника второго (областного) этапа смотра-конкурса по форме согласно приложению 3 к Положению. М</w:t>
      </w:r>
      <w:r w:rsidRPr="00CB6FE0">
        <w:rPr>
          <w:rFonts w:cs="Times New Roman"/>
          <w:color w:val="000000"/>
          <w:spacing w:val="-4"/>
          <w:szCs w:val="28"/>
          <w:lang w:eastAsia="ru-RU"/>
        </w:rPr>
        <w:t>аксимальное количество баллов по каждому критерию равно 5.</w:t>
      </w:r>
    </w:p>
    <w:p w14:paraId="26EC7205" w14:textId="77777777" w:rsidR="005D10BD" w:rsidRPr="00CB6FE0" w:rsidRDefault="005D10BD" w:rsidP="005D10BD">
      <w:pPr>
        <w:jc w:val="both"/>
        <w:rPr>
          <w:rFonts w:cs="Times New Roman"/>
          <w:color w:val="000000"/>
          <w:spacing w:val="-4"/>
          <w:szCs w:val="28"/>
          <w:lang w:eastAsia="ru-RU"/>
        </w:rPr>
      </w:pPr>
      <w:r w:rsidRPr="00CB6FE0">
        <w:rPr>
          <w:rFonts w:cs="Times New Roman"/>
          <w:color w:val="000000"/>
          <w:spacing w:val="-4"/>
          <w:szCs w:val="28"/>
          <w:lang w:eastAsia="ru-RU"/>
        </w:rPr>
        <w:t>Итоговая оценка рассчитывается как сумма баллов, присужденных семье всеми членами организационного комитета, и вносится в протокол.</w:t>
      </w:r>
    </w:p>
    <w:p w14:paraId="57DEF365" w14:textId="77777777" w:rsidR="005D10BD" w:rsidRPr="00CB6FE0" w:rsidRDefault="005D10BD" w:rsidP="005D10BD">
      <w:pPr>
        <w:jc w:val="both"/>
        <w:rPr>
          <w:rFonts w:cs="Times New Roman"/>
          <w:spacing w:val="-4"/>
          <w:szCs w:val="28"/>
          <w:lang w:eastAsia="ru-RU"/>
        </w:rPr>
      </w:pPr>
      <w:r w:rsidRPr="00CB6FE0">
        <w:rPr>
          <w:rFonts w:cs="Times New Roman"/>
          <w:color w:val="000000"/>
          <w:spacing w:val="-4"/>
          <w:szCs w:val="28"/>
          <w:lang w:eastAsia="ru-RU"/>
        </w:rPr>
        <w:t xml:space="preserve">6.3. Заседание организационного комитета проводится не </w:t>
      </w:r>
      <w:r w:rsidRPr="00CB6FE0">
        <w:rPr>
          <w:rFonts w:cs="Times New Roman"/>
          <w:spacing w:val="-4"/>
          <w:szCs w:val="28"/>
          <w:lang w:eastAsia="ru-RU"/>
        </w:rPr>
        <w:t xml:space="preserve">позднее 28 апреля </w:t>
      </w:r>
      <w:r w:rsidRPr="00CB6FE0">
        <w:rPr>
          <w:rFonts w:cs="Times New Roman"/>
          <w:szCs w:val="28"/>
          <w:lang w:eastAsia="ru-RU"/>
        </w:rPr>
        <w:t>2021 года</w:t>
      </w:r>
      <w:r w:rsidRPr="00CB6FE0">
        <w:rPr>
          <w:rFonts w:cs="Times New Roman"/>
          <w:spacing w:val="-4"/>
          <w:szCs w:val="28"/>
          <w:lang w:eastAsia="ru-RU"/>
        </w:rPr>
        <w:t>.</w:t>
      </w:r>
    </w:p>
    <w:p w14:paraId="1F2C51C5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 xml:space="preserve">Победителем смотра-конкурса признается семья, набравшая наибольшее количество баллов. При равном количестве баллов решение о победителе смотра-конкурса принимается членами организационного комитета путем голосования, при равенстве голосов голос председательствующего на заседании организационного комитета является решающим. </w:t>
      </w:r>
    </w:p>
    <w:p w14:paraId="0249B183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Решение </w:t>
      </w:r>
      <w:r w:rsidRPr="00CB6FE0">
        <w:rPr>
          <w:rFonts w:cs="Times New Roman"/>
          <w:szCs w:val="28"/>
          <w:lang w:eastAsia="ru-RU"/>
        </w:rPr>
        <w:t>организационного комитета</w:t>
      </w:r>
      <w:r w:rsidRPr="00CB6FE0">
        <w:rPr>
          <w:rFonts w:cs="Times New Roman"/>
          <w:color w:val="000000"/>
          <w:szCs w:val="28"/>
          <w:lang w:eastAsia="ru-RU"/>
        </w:rPr>
        <w:t xml:space="preserve"> об итогах </w:t>
      </w:r>
      <w:r w:rsidRPr="00CB6FE0">
        <w:rPr>
          <w:rFonts w:cs="Times New Roman"/>
          <w:szCs w:val="28"/>
          <w:lang w:eastAsia="ru-RU"/>
        </w:rPr>
        <w:t xml:space="preserve">смотра-конкурса </w:t>
      </w:r>
      <w:r w:rsidRPr="00CB6FE0">
        <w:rPr>
          <w:rFonts w:cs="Times New Roman"/>
          <w:color w:val="000000"/>
          <w:szCs w:val="28"/>
          <w:lang w:eastAsia="ru-RU"/>
        </w:rPr>
        <w:t xml:space="preserve">оформляется протоколом в срок до </w:t>
      </w:r>
      <w:r w:rsidRPr="00CB6FE0">
        <w:rPr>
          <w:rFonts w:cs="Times New Roman"/>
          <w:szCs w:val="28"/>
          <w:lang w:eastAsia="ru-RU"/>
        </w:rPr>
        <w:t xml:space="preserve">30 апреля 2021 года. </w:t>
      </w:r>
    </w:p>
    <w:p w14:paraId="602B91E1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6.4. В срок </w:t>
      </w:r>
      <w:r w:rsidRPr="00CB6FE0">
        <w:rPr>
          <w:rFonts w:cs="Times New Roman"/>
          <w:szCs w:val="28"/>
          <w:lang w:eastAsia="ru-RU"/>
        </w:rPr>
        <w:t xml:space="preserve">до 24 мая 2021 года </w:t>
      </w:r>
      <w:r w:rsidRPr="00CB6FE0">
        <w:rPr>
          <w:rFonts w:cs="Times New Roman"/>
          <w:color w:val="000000"/>
          <w:szCs w:val="28"/>
          <w:lang w:eastAsia="ru-RU"/>
        </w:rPr>
        <w:t xml:space="preserve">на основании протокола организационного комитета управление по социальной и демографической политике Правительства области в соответствии с Регламентом </w:t>
      </w:r>
      <w:r w:rsidRPr="00CB6FE0">
        <w:rPr>
          <w:rFonts w:cs="Times New Roman"/>
          <w:color w:val="000000"/>
          <w:szCs w:val="28"/>
          <w:lang w:eastAsia="ru-RU"/>
        </w:rPr>
        <w:lastRenderedPageBreak/>
        <w:t>Правительства Ярославской области, утвержденным указом Губернатора области от 23.09.2015 № 541 «Об утверждении Регламента Правительства Ярославской области и признании утратившими силу и частично утратившими силу отдельных правовых актов Ярославской области», готовит проект распоряжения Губернатора области об итогах проведения смотра-конкурса.</w:t>
      </w:r>
    </w:p>
    <w:p w14:paraId="028853CA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 xml:space="preserve">Результаты смотра-конкурса публикуются </w:t>
      </w:r>
      <w:r w:rsidRPr="00CB6FE0">
        <w:rPr>
          <w:rFonts w:cs="Times New Roman"/>
          <w:szCs w:val="28"/>
          <w:lang w:eastAsia="ru-RU"/>
        </w:rPr>
        <w:t>в средствах массовой информации Ярославской области,</w:t>
      </w:r>
      <w:r w:rsidRPr="00CB6FE0">
        <w:rPr>
          <w:bCs/>
          <w:szCs w:val="28"/>
        </w:rPr>
        <w:t xml:space="preserve"> размещаются на сайте государственного казенного учреждения Ярославской области «Центр выставочно-конгрессной деятельности» (www.dirvkd.ru) в информационно-телекоммуникационной сети «Интернет» в срок до 25 июня 2021 года</w:t>
      </w:r>
      <w:r w:rsidRPr="00CB6FE0">
        <w:rPr>
          <w:rFonts w:cs="Times New Roman"/>
          <w:szCs w:val="28"/>
          <w:lang w:eastAsia="ru-RU"/>
        </w:rPr>
        <w:t>.</w:t>
      </w:r>
    </w:p>
    <w:p w14:paraId="430317D7" w14:textId="77777777" w:rsidR="005D10BD" w:rsidRPr="00CB6FE0" w:rsidRDefault="005D10BD" w:rsidP="005D10BD">
      <w:pPr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 xml:space="preserve">6.5. В срок до 20 декабря 2021 года проводится награждение семьи, ставшей </w:t>
      </w:r>
      <w:r w:rsidRPr="00CB6FE0">
        <w:rPr>
          <w:rFonts w:cs="Times New Roman"/>
          <w:color w:val="000000"/>
          <w:szCs w:val="28"/>
          <w:lang w:eastAsia="ru-RU"/>
        </w:rPr>
        <w:t xml:space="preserve">победителем смотра-конкурса, и </w:t>
      </w:r>
      <w:r w:rsidRPr="00CB6FE0">
        <w:rPr>
          <w:rFonts w:cs="Times New Roman"/>
          <w:szCs w:val="28"/>
          <w:lang w:eastAsia="ru-RU"/>
        </w:rPr>
        <w:t>семей, допущенных ко второму (областному) этапу смотра-конкурса, не ставших победителями смотра-конкурса, которое освещается в средствах массовой информации Ярославской области.</w:t>
      </w:r>
    </w:p>
    <w:p w14:paraId="68B67A6F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Семье, ставшей победителем смотра-конкурса, присваивается звание «Семья года», семья награждается дипломом победителя смотра-конкурса и памятным подарком стоимостью до 50 тысяч рублей включительно.</w:t>
      </w:r>
    </w:p>
    <w:p w14:paraId="3B83D150" w14:textId="77777777" w:rsidR="005D10BD" w:rsidRPr="00CB6FE0" w:rsidRDefault="005D10BD" w:rsidP="005D10BD">
      <w:pPr>
        <w:jc w:val="both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Семьи, допущенные ко второму (областному) этапу смотра-конкурса, не ставшие победителями смотра-конкурса,</w:t>
      </w:r>
      <w:r w:rsidRPr="00CB6FE0">
        <w:rPr>
          <w:rFonts w:cs="Times New Roman"/>
          <w:color w:val="000000"/>
          <w:szCs w:val="28"/>
          <w:lang w:eastAsia="ru-RU"/>
        </w:rPr>
        <w:t xml:space="preserve"> награждаются дипломами и памятными подарками стоимостью до 4 тысяч рублей включительно.</w:t>
      </w:r>
    </w:p>
    <w:p w14:paraId="4B01AD7F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1A69CD43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color w:val="000000"/>
          <w:szCs w:val="28"/>
          <w:lang w:eastAsia="ru-RU"/>
        </w:rPr>
        <w:t>7. Финансирование смотра-конкурса</w:t>
      </w:r>
    </w:p>
    <w:p w14:paraId="67F43AEF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1F85DA7D" w14:textId="77777777" w:rsidR="005D10BD" w:rsidRPr="00CB6FE0" w:rsidRDefault="005D10BD" w:rsidP="005D10BD">
      <w:pPr>
        <w:jc w:val="both"/>
        <w:rPr>
          <w:rFonts w:cs="Times New Roman"/>
          <w:szCs w:val="28"/>
        </w:rPr>
      </w:pPr>
      <w:r w:rsidRPr="00CB6FE0">
        <w:rPr>
          <w:rFonts w:cs="Times New Roman"/>
          <w:szCs w:val="28"/>
          <w:lang w:eastAsia="ru-RU"/>
        </w:rPr>
        <w:t xml:space="preserve">Финансирование смотра-конкурса осуществляется </w:t>
      </w:r>
      <w:r w:rsidRPr="00CB6FE0">
        <w:rPr>
          <w:rFonts w:cs="Times New Roman"/>
          <w:szCs w:val="28"/>
        </w:rPr>
        <w:t>за счет средств, предусмотренных Законом Ярославской области от 22 декабря 2020 г. № 100</w:t>
      </w:r>
      <w:r w:rsidRPr="00CB6FE0">
        <w:rPr>
          <w:rFonts w:cs="Times New Roman"/>
          <w:szCs w:val="28"/>
        </w:rPr>
        <w:noBreakHyphen/>
        <w:t>з «Об областном бюджете на 2021 год и на плановый период 2022 и 2023 годов» по целевой статье «Создание условий для развития и благополучия детей и семей с детьми» государственной программы «Социальная поддержка населения Ярославской области».</w:t>
      </w:r>
    </w:p>
    <w:p w14:paraId="6D1BA3F5" w14:textId="77777777" w:rsidR="005D10BD" w:rsidRPr="00CB6FE0" w:rsidRDefault="005D10BD" w:rsidP="005D10BD">
      <w:pPr>
        <w:sectPr w:rsidR="005D10BD" w:rsidRPr="00CB6FE0" w:rsidSect="0066171D">
          <w:headerReference w:type="default" r:id="rId17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11"/>
        <w:tblW w:w="0" w:type="auto"/>
        <w:tblInd w:w="7054" w:type="dxa"/>
        <w:tblLook w:val="04A0" w:firstRow="1" w:lastRow="0" w:firstColumn="1" w:lastColumn="0" w:noHBand="0" w:noVBand="1"/>
      </w:tblPr>
      <w:tblGrid>
        <w:gridCol w:w="2516"/>
      </w:tblGrid>
      <w:tr w:rsidR="005D10BD" w:rsidRPr="00CB6FE0" w14:paraId="430DA286" w14:textId="77777777" w:rsidTr="0066171D"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586DD0D5" w14:textId="77777777" w:rsidR="005D10BD" w:rsidRPr="00CB6FE0" w:rsidRDefault="005D10BD" w:rsidP="0066171D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lastRenderedPageBreak/>
              <w:t>Приложение 1</w:t>
            </w:r>
          </w:p>
          <w:p w14:paraId="07F16BB3" w14:textId="77777777" w:rsidR="005D10BD" w:rsidRPr="00CB6FE0" w:rsidRDefault="005D10BD" w:rsidP="0066171D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к Положению</w:t>
            </w:r>
          </w:p>
          <w:p w14:paraId="53BD7038" w14:textId="77777777" w:rsidR="005D10BD" w:rsidRPr="00CB6FE0" w:rsidRDefault="005D10BD" w:rsidP="0066171D">
            <w:pPr>
              <w:ind w:firstLine="0"/>
              <w:rPr>
                <w:rFonts w:cs="Times New Roman"/>
                <w:color w:val="000000"/>
                <w:szCs w:val="24"/>
                <w:lang w:eastAsia="ru-RU"/>
              </w:rPr>
            </w:pPr>
          </w:p>
          <w:p w14:paraId="2586E50B" w14:textId="77777777" w:rsidR="005D10BD" w:rsidRPr="00CB6FE0" w:rsidRDefault="005D10BD" w:rsidP="0066171D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Форма </w:t>
            </w:r>
          </w:p>
        </w:tc>
      </w:tr>
    </w:tbl>
    <w:p w14:paraId="7D20CC1D" w14:textId="77777777" w:rsidR="005D10BD" w:rsidRPr="00CB6FE0" w:rsidRDefault="005D10BD" w:rsidP="005D10BD">
      <w:pPr>
        <w:spacing w:line="233" w:lineRule="auto"/>
        <w:jc w:val="center"/>
        <w:rPr>
          <w:rFonts w:cs="Times New Roman"/>
          <w:color w:val="000000"/>
          <w:szCs w:val="16"/>
          <w:lang w:eastAsia="ru-RU"/>
        </w:rPr>
      </w:pPr>
    </w:p>
    <w:p w14:paraId="6E4361C7" w14:textId="77777777" w:rsidR="005D10BD" w:rsidRPr="00CB6FE0" w:rsidRDefault="005D10BD" w:rsidP="005D10BD">
      <w:pPr>
        <w:spacing w:line="233" w:lineRule="auto"/>
        <w:jc w:val="center"/>
        <w:rPr>
          <w:rFonts w:cs="Times New Roman"/>
          <w:color w:val="000000"/>
          <w:szCs w:val="16"/>
          <w:lang w:eastAsia="ru-RU"/>
        </w:rPr>
      </w:pPr>
    </w:p>
    <w:p w14:paraId="2A0B090E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 xml:space="preserve">ЗАЯВКА </w:t>
      </w:r>
    </w:p>
    <w:p w14:paraId="04671802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на участие в областном смотре-конкурсе «Семья года»</w:t>
      </w:r>
    </w:p>
    <w:p w14:paraId="0210C7DE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 xml:space="preserve">среди лучших семей, воспитывающих несовершеннолетних детей, </w:t>
      </w:r>
    </w:p>
    <w:p w14:paraId="58D03988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в 2021 году</w:t>
      </w:r>
    </w:p>
    <w:p w14:paraId="473C04DA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color w:val="000000"/>
          <w:sz w:val="24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_____________________________________________________________</w:t>
      </w:r>
    </w:p>
    <w:p w14:paraId="649305FF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b/>
          <w:sz w:val="24"/>
          <w:szCs w:val="24"/>
          <w:lang w:eastAsia="ru-RU"/>
        </w:rPr>
      </w:pPr>
      <w:r w:rsidRPr="00CB6FE0">
        <w:rPr>
          <w:rFonts w:cs="Times New Roman"/>
          <w:b/>
          <w:sz w:val="24"/>
          <w:szCs w:val="24"/>
          <w:lang w:eastAsia="ru-RU"/>
        </w:rPr>
        <w:t>(наименование муниципального района (городского округа) области)</w:t>
      </w:r>
    </w:p>
    <w:p w14:paraId="7759E991" w14:textId="77777777" w:rsidR="005D10BD" w:rsidRPr="00CB6FE0" w:rsidRDefault="005D10BD" w:rsidP="005D10BD">
      <w:pPr>
        <w:spacing w:line="233" w:lineRule="auto"/>
        <w:jc w:val="both"/>
        <w:rPr>
          <w:rFonts w:cs="Times New Roman"/>
          <w:szCs w:val="16"/>
          <w:lang w:eastAsia="ru-RU"/>
        </w:rPr>
      </w:pPr>
    </w:p>
    <w:p w14:paraId="4F624906" w14:textId="77777777" w:rsidR="005D10BD" w:rsidRPr="00CB6FE0" w:rsidRDefault="005D10BD" w:rsidP="005D10BD">
      <w:pPr>
        <w:spacing w:line="233" w:lineRule="auto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Просим зарегистрировать в качестве участника </w:t>
      </w:r>
      <w:r w:rsidRPr="00CB6FE0">
        <w:rPr>
          <w:rFonts w:cs="Times New Roman"/>
          <w:color w:val="000000"/>
          <w:szCs w:val="28"/>
          <w:lang w:eastAsia="ru-RU"/>
        </w:rPr>
        <w:t xml:space="preserve">второго </w:t>
      </w:r>
      <w:r w:rsidRPr="00CB6FE0">
        <w:rPr>
          <w:rFonts w:cs="Times New Roman"/>
          <w:szCs w:val="28"/>
          <w:lang w:eastAsia="ru-RU"/>
        </w:rPr>
        <w:t xml:space="preserve">(областного) </w:t>
      </w:r>
      <w:r w:rsidRPr="00CB6FE0">
        <w:rPr>
          <w:rFonts w:cs="Times New Roman"/>
          <w:color w:val="000000"/>
          <w:szCs w:val="28"/>
          <w:lang w:eastAsia="ru-RU"/>
        </w:rPr>
        <w:t xml:space="preserve">этапа </w:t>
      </w:r>
      <w:r w:rsidRPr="00CB6FE0">
        <w:rPr>
          <w:rFonts w:cs="Times New Roman"/>
          <w:szCs w:val="28"/>
          <w:lang w:eastAsia="ru-RU"/>
        </w:rPr>
        <w:t>смотра-конкурс</w:t>
      </w:r>
      <w:r w:rsidRPr="00CB6FE0">
        <w:rPr>
          <w:rFonts w:cs="Times New Roman"/>
          <w:color w:val="000000"/>
          <w:szCs w:val="28"/>
          <w:lang w:eastAsia="ru-RU"/>
        </w:rPr>
        <w:t xml:space="preserve">а </w:t>
      </w:r>
      <w:r w:rsidRPr="00CB6FE0">
        <w:rPr>
          <w:rFonts w:cs="Times New Roman"/>
          <w:szCs w:val="27"/>
          <w:lang w:eastAsia="ru-RU"/>
        </w:rPr>
        <w:t>«Семья года» среди лучших семей, воспитывающих несовершеннолетних детей (далее – смотр-конкурс), семью  ______________</w:t>
      </w:r>
    </w:p>
    <w:p w14:paraId="089853DC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>__________________________________________________________________</w:t>
      </w:r>
    </w:p>
    <w:p w14:paraId="56D5C8E1" w14:textId="77777777" w:rsidR="005D10BD" w:rsidRPr="00CB6FE0" w:rsidRDefault="005D10BD" w:rsidP="005D10BD">
      <w:pPr>
        <w:spacing w:line="233" w:lineRule="auto"/>
        <w:ind w:firstLine="0"/>
        <w:rPr>
          <w:rFonts w:cs="Times New Roman"/>
          <w:sz w:val="24"/>
          <w:szCs w:val="27"/>
          <w:lang w:eastAsia="ru-RU"/>
        </w:rPr>
      </w:pPr>
      <w:r w:rsidRPr="00CB6FE0">
        <w:rPr>
          <w:rFonts w:cs="Times New Roman"/>
          <w:sz w:val="24"/>
          <w:szCs w:val="27"/>
          <w:lang w:eastAsia="ru-RU"/>
        </w:rPr>
        <w:t xml:space="preserve">                                            (Ф.И.О. супруга,</w:t>
      </w:r>
      <w:r w:rsidRPr="00CB6FE0">
        <w:t xml:space="preserve"> </w:t>
      </w:r>
      <w:r w:rsidRPr="00CB6FE0">
        <w:rPr>
          <w:rFonts w:cs="Times New Roman"/>
          <w:sz w:val="24"/>
          <w:szCs w:val="27"/>
          <w:lang w:eastAsia="ru-RU"/>
        </w:rPr>
        <w:t>место учебы _____________________________________________________________________________</w:t>
      </w:r>
    </w:p>
    <w:p w14:paraId="62885526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szCs w:val="27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 xml:space="preserve">(работы), вид деятельности, должность (полностью), паспортные данные (серия, номер, </w:t>
      </w:r>
      <w:r w:rsidRPr="00CB6FE0">
        <w:rPr>
          <w:rFonts w:cs="Times New Roman"/>
          <w:szCs w:val="27"/>
          <w:lang w:eastAsia="ru-RU"/>
        </w:rPr>
        <w:t>__________________________________________________________________</w:t>
      </w:r>
    </w:p>
    <w:p w14:paraId="233784D9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szCs w:val="27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 xml:space="preserve">кем выдан, место и дата выдачи паспорта, дата рождения, место регистрации, </w:t>
      </w:r>
      <w:r w:rsidRPr="00CB6FE0">
        <w:rPr>
          <w:rFonts w:cs="Times New Roman"/>
          <w:szCs w:val="27"/>
          <w:lang w:eastAsia="ru-RU"/>
        </w:rPr>
        <w:t>__________________________________________________________________</w:t>
      </w:r>
    </w:p>
    <w:p w14:paraId="23F03DD8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>почтовый индекс),</w:t>
      </w:r>
      <w:r w:rsidRPr="00CB6FE0">
        <w:t xml:space="preserve"> </w:t>
      </w:r>
      <w:r w:rsidRPr="00CB6FE0">
        <w:rPr>
          <w:rFonts w:cs="Times New Roman"/>
          <w:sz w:val="24"/>
          <w:szCs w:val="24"/>
          <w:lang w:eastAsia="ru-RU"/>
        </w:rPr>
        <w:t>Ф.И.О. супруги, место учебы (работы),</w:t>
      </w:r>
      <w:r w:rsidRPr="00CB6FE0">
        <w:t xml:space="preserve"> </w:t>
      </w:r>
      <w:r w:rsidRPr="00CB6FE0">
        <w:rPr>
          <w:rFonts w:cs="Times New Roman"/>
          <w:sz w:val="24"/>
          <w:szCs w:val="24"/>
          <w:lang w:eastAsia="ru-RU"/>
        </w:rPr>
        <w:t>вид</w:t>
      </w:r>
      <w:r w:rsidRPr="00CB6FE0">
        <w:t xml:space="preserve"> </w:t>
      </w:r>
      <w:r w:rsidRPr="00CB6FE0">
        <w:rPr>
          <w:rFonts w:cs="Times New Roman"/>
          <w:sz w:val="24"/>
          <w:szCs w:val="24"/>
          <w:lang w:eastAsia="ru-RU"/>
        </w:rPr>
        <w:t>деятельности,</w:t>
      </w:r>
    </w:p>
    <w:p w14:paraId="5281461C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446B7451" w14:textId="77777777" w:rsidR="005D10BD" w:rsidRPr="00CB6FE0" w:rsidRDefault="005D10BD" w:rsidP="005D10BD">
      <w:pPr>
        <w:spacing w:line="233" w:lineRule="auto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>должность (полностью), паспортные данные (серия, номер, кем</w:t>
      </w:r>
      <w:r w:rsidRPr="00CB6FE0">
        <w:t xml:space="preserve"> </w:t>
      </w:r>
      <w:r w:rsidRPr="00CB6FE0">
        <w:rPr>
          <w:rFonts w:cs="Times New Roman"/>
          <w:sz w:val="24"/>
          <w:szCs w:val="24"/>
          <w:lang w:eastAsia="ru-RU"/>
        </w:rPr>
        <w:t>выдан,</w:t>
      </w:r>
      <w:r w:rsidRPr="00CB6FE0">
        <w:t xml:space="preserve"> </w:t>
      </w:r>
      <w:r w:rsidRPr="00CB6FE0">
        <w:rPr>
          <w:rFonts w:cs="Times New Roman"/>
          <w:sz w:val="24"/>
          <w:szCs w:val="24"/>
          <w:lang w:eastAsia="ru-RU"/>
        </w:rPr>
        <w:t>место и</w:t>
      </w:r>
    </w:p>
    <w:p w14:paraId="695A2097" w14:textId="77777777" w:rsidR="005D10BD" w:rsidRPr="00CB6FE0" w:rsidRDefault="005D10BD" w:rsidP="005D10BD">
      <w:pPr>
        <w:spacing w:line="233" w:lineRule="auto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>_____________________________________________________________________________,</w:t>
      </w:r>
    </w:p>
    <w:p w14:paraId="41A1208A" w14:textId="77777777" w:rsidR="005D10BD" w:rsidRPr="00CB6FE0" w:rsidRDefault="005D10BD" w:rsidP="005D10BD">
      <w:pPr>
        <w:spacing w:line="233" w:lineRule="auto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>дата выдачи паспорта, дата рождения, место регистрации, почтовый индекс))</w:t>
      </w:r>
    </w:p>
    <w:p w14:paraId="5D6A263F" w14:textId="77777777" w:rsidR="005D10BD" w:rsidRPr="00CB6FE0" w:rsidRDefault="005D10BD" w:rsidP="005D10BD">
      <w:pPr>
        <w:spacing w:line="233" w:lineRule="auto"/>
        <w:jc w:val="both"/>
        <w:rPr>
          <w:rFonts w:cs="Times New Roman"/>
          <w:sz w:val="2"/>
          <w:szCs w:val="16"/>
          <w:lang w:eastAsia="ru-RU"/>
        </w:rPr>
      </w:pPr>
    </w:p>
    <w:p w14:paraId="4C4A301A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проживающих по адресу: индекс _________, район ______________________, город _________________, населенный пункт ___________________, улица _______________________, дом___, квартира _______, контактный телефон _________________________, </w:t>
      </w:r>
      <w:r w:rsidRPr="00CB6FE0">
        <w:rPr>
          <w:rFonts w:cs="Times New Roman"/>
          <w:szCs w:val="28"/>
          <w:lang w:eastAsia="ru-RU"/>
        </w:rPr>
        <w:t>номер страхового свидетельства государственного пенсионного страхования</w:t>
      </w:r>
      <w:r w:rsidRPr="00CB6FE0">
        <w:t xml:space="preserve"> </w:t>
      </w:r>
      <w:r w:rsidRPr="00CB6FE0">
        <w:rPr>
          <w:rFonts w:cs="Times New Roman"/>
          <w:szCs w:val="28"/>
          <w:lang w:eastAsia="ru-RU"/>
        </w:rPr>
        <w:t>главы семьи ____________________________.</w:t>
      </w:r>
    </w:p>
    <w:p w14:paraId="552440E4" w14:textId="77777777" w:rsidR="005D10BD" w:rsidRPr="00CB6FE0" w:rsidRDefault="005D10BD" w:rsidP="005D10BD">
      <w:pPr>
        <w:spacing w:line="233" w:lineRule="auto"/>
        <w:ind w:firstLine="708"/>
        <w:jc w:val="both"/>
        <w:rPr>
          <w:rFonts w:cs="Times New Roman"/>
          <w:bCs/>
          <w:szCs w:val="28"/>
          <w:lang w:eastAsia="ru-RU"/>
        </w:rPr>
      </w:pPr>
      <w:r w:rsidRPr="00CB6FE0">
        <w:rPr>
          <w:rFonts w:cs="Times New Roman"/>
          <w:bCs/>
          <w:szCs w:val="28"/>
          <w:lang w:eastAsia="ru-RU"/>
        </w:rPr>
        <w:t xml:space="preserve">Глава семьи и семья в составе _____ человек выражают желание принять участие в смотре-конкурсе в 2021 году. </w:t>
      </w:r>
    </w:p>
    <w:p w14:paraId="6ADA56CC" w14:textId="77777777" w:rsidR="005D10BD" w:rsidRPr="00CB6FE0" w:rsidRDefault="005D10BD" w:rsidP="005D10BD">
      <w:pPr>
        <w:spacing w:line="233" w:lineRule="auto"/>
        <w:ind w:firstLine="708"/>
        <w:jc w:val="both"/>
        <w:rPr>
          <w:rFonts w:cs="Times New Roman"/>
          <w:bCs/>
          <w:szCs w:val="28"/>
          <w:lang w:eastAsia="ru-RU"/>
        </w:rPr>
      </w:pPr>
      <w:r w:rsidRPr="00CB6FE0">
        <w:rPr>
          <w:rFonts w:cs="Times New Roman"/>
          <w:bCs/>
          <w:szCs w:val="28"/>
          <w:lang w:eastAsia="ru-RU"/>
        </w:rPr>
        <w:t>Выражаем согласие с условиями смотра-конкурса, в том числе согласие на публикацию материалов о нашей семье, представленных для участия в смотре-конкурсе, в разделе «Семья года» на сайте государственного казенного учреждения Ярославской области «Центр выставочно-конгрессной деятельности» (www.dirvkd.ru) в информационно-телекоммуникационной сети «Интернет», в средствах массовой информации и социальной рекламе, на выставках и в рамках других мероприятий, проводимых организаторами смотра-конкурса. В порядке и на условиях, определенных Федеральным законом от 27 июля 2006 года № 152</w:t>
      </w:r>
      <w:r w:rsidRPr="00CB6FE0">
        <w:rPr>
          <w:rFonts w:cs="Times New Roman"/>
          <w:bCs/>
          <w:szCs w:val="28"/>
          <w:lang w:eastAsia="ru-RU"/>
        </w:rPr>
        <w:noBreakHyphen/>
        <w:t>ФЗ «О персональных данных», супруги и их дети в составе _____ человек согласны на обработку своих персональных данных и использование их в течение 3 лет.</w:t>
      </w:r>
    </w:p>
    <w:p w14:paraId="5540C67F" w14:textId="77777777" w:rsidR="005D10BD" w:rsidRPr="00CB6FE0" w:rsidRDefault="005D10BD" w:rsidP="005D10BD">
      <w:pPr>
        <w:spacing w:line="233" w:lineRule="auto"/>
        <w:ind w:firstLine="708"/>
        <w:jc w:val="both"/>
        <w:rPr>
          <w:rFonts w:cs="Times New Roman"/>
          <w:bCs/>
          <w:szCs w:val="28"/>
          <w:lang w:eastAsia="ru-RU"/>
        </w:rPr>
      </w:pPr>
    </w:p>
    <w:p w14:paraId="310BCFAD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bCs/>
          <w:szCs w:val="28"/>
          <w:lang w:eastAsia="ru-RU"/>
        </w:rPr>
      </w:pPr>
      <w:r w:rsidRPr="00CB6FE0">
        <w:rPr>
          <w:rFonts w:cs="Times New Roman"/>
          <w:bCs/>
          <w:szCs w:val="28"/>
          <w:lang w:eastAsia="ru-RU"/>
        </w:rPr>
        <w:t>_____________________________________</w:t>
      </w:r>
    </w:p>
    <w:p w14:paraId="2D2AFC03" w14:textId="77777777" w:rsidR="005D10BD" w:rsidRPr="00CB6FE0" w:rsidRDefault="005D10BD" w:rsidP="005D10BD">
      <w:pPr>
        <w:spacing w:line="233" w:lineRule="auto"/>
        <w:ind w:firstLine="0"/>
        <w:rPr>
          <w:rFonts w:cs="Times New Roman"/>
          <w:sz w:val="24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                               </w:t>
      </w:r>
      <w:r w:rsidRPr="00CB6FE0">
        <w:rPr>
          <w:rFonts w:cs="Times New Roman"/>
          <w:sz w:val="24"/>
          <w:szCs w:val="27"/>
          <w:lang w:eastAsia="ru-RU"/>
        </w:rPr>
        <w:t>(дата)</w:t>
      </w:r>
    </w:p>
    <w:p w14:paraId="6512C299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>__________________________________________________________________</w:t>
      </w:r>
    </w:p>
    <w:p w14:paraId="1BC05AAD" w14:textId="77777777" w:rsidR="005D10BD" w:rsidRPr="00CB6FE0" w:rsidRDefault="005D10BD" w:rsidP="005D10BD">
      <w:pPr>
        <w:spacing w:line="233" w:lineRule="auto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 xml:space="preserve">     (подписи и расшифровка подписей совершеннолетних членов семьи)</w:t>
      </w:r>
    </w:p>
    <w:p w14:paraId="3D635253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</w:p>
    <w:p w14:paraId="265A0BD3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Заместитель главы администрации </w:t>
      </w:r>
    </w:p>
    <w:p w14:paraId="6784770A" w14:textId="77777777" w:rsidR="005D10BD" w:rsidRPr="00CB6FE0" w:rsidRDefault="005D10BD" w:rsidP="005D10BD">
      <w:pPr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муниципального района </w:t>
      </w:r>
    </w:p>
    <w:p w14:paraId="5FD7AF38" w14:textId="77777777" w:rsidR="005D10BD" w:rsidRPr="00CB6FE0" w:rsidRDefault="005D10BD" w:rsidP="005D10BD">
      <w:pPr>
        <w:spacing w:line="233" w:lineRule="auto"/>
        <w:ind w:firstLine="0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>(городского округа) области __________________________________________________________________</w:t>
      </w:r>
    </w:p>
    <w:p w14:paraId="7069E975" w14:textId="77777777" w:rsidR="005D10BD" w:rsidRPr="00CB6FE0" w:rsidRDefault="005D10BD" w:rsidP="005D10BD">
      <w:pPr>
        <w:spacing w:line="233" w:lineRule="auto"/>
        <w:ind w:firstLine="0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          </w:t>
      </w:r>
      <w:r w:rsidRPr="00CB6FE0">
        <w:rPr>
          <w:rFonts w:cs="Times New Roman"/>
          <w:sz w:val="24"/>
          <w:szCs w:val="24"/>
          <w:lang w:eastAsia="ru-RU"/>
        </w:rPr>
        <w:t>(подпись, расшифровка подписи, контактный телефон, дата подачи заявки)</w:t>
      </w:r>
    </w:p>
    <w:p w14:paraId="2A2E1FD9" w14:textId="77777777" w:rsidR="005D10BD" w:rsidRPr="00CB6FE0" w:rsidRDefault="005D10BD" w:rsidP="005D10BD">
      <w:pPr>
        <w:spacing w:line="233" w:lineRule="auto"/>
        <w:ind w:firstLine="720"/>
        <w:jc w:val="center"/>
        <w:rPr>
          <w:rFonts w:cs="Times New Roman"/>
          <w:sz w:val="4"/>
          <w:szCs w:val="16"/>
          <w:lang w:eastAsia="ru-RU"/>
        </w:rPr>
      </w:pPr>
    </w:p>
    <w:p w14:paraId="4688825A" w14:textId="77777777" w:rsidR="005D10BD" w:rsidRPr="00CB6FE0" w:rsidRDefault="005D10BD" w:rsidP="005D10BD">
      <w:pPr>
        <w:tabs>
          <w:tab w:val="left" w:pos="2552"/>
          <w:tab w:val="left" w:pos="2835"/>
          <w:tab w:val="left" w:pos="3402"/>
        </w:tabs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</w:p>
    <w:p w14:paraId="7DFD8B36" w14:textId="77777777" w:rsidR="005D10BD" w:rsidRPr="00CB6FE0" w:rsidRDefault="005D10BD" w:rsidP="005D10BD">
      <w:pPr>
        <w:tabs>
          <w:tab w:val="left" w:pos="2552"/>
          <w:tab w:val="left" w:pos="2835"/>
          <w:tab w:val="left" w:pos="3402"/>
        </w:tabs>
        <w:spacing w:line="233" w:lineRule="auto"/>
        <w:ind w:firstLine="0"/>
        <w:jc w:val="both"/>
        <w:rPr>
          <w:rFonts w:cs="Times New Roman"/>
          <w:szCs w:val="27"/>
          <w:lang w:eastAsia="ru-RU"/>
        </w:rPr>
      </w:pPr>
      <w:r w:rsidRPr="00CB6FE0">
        <w:rPr>
          <w:rFonts w:cs="Times New Roman"/>
          <w:szCs w:val="27"/>
          <w:lang w:eastAsia="ru-RU"/>
        </w:rPr>
        <w:t xml:space="preserve">Исполнитель _______________________________________________________ </w:t>
      </w:r>
    </w:p>
    <w:p w14:paraId="02D292A1" w14:textId="77777777" w:rsidR="005D10BD" w:rsidRPr="00CB6FE0" w:rsidRDefault="005D10BD" w:rsidP="005D10BD">
      <w:pPr>
        <w:spacing w:line="233" w:lineRule="auto"/>
        <w:jc w:val="center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 w:val="24"/>
          <w:szCs w:val="24"/>
          <w:lang w:eastAsia="ru-RU"/>
        </w:rPr>
        <w:t xml:space="preserve"> (подпись, расшифровка подписи, контактный телефон)</w:t>
      </w:r>
    </w:p>
    <w:p w14:paraId="634FCF47" w14:textId="77777777" w:rsidR="005D10BD" w:rsidRPr="00CB6FE0" w:rsidRDefault="005D10BD" w:rsidP="005D10BD">
      <w:pPr>
        <w:spacing w:line="223" w:lineRule="auto"/>
        <w:ind w:firstLine="6663"/>
        <w:rPr>
          <w:rFonts w:cs="Times New Roman"/>
          <w:szCs w:val="28"/>
          <w:lang w:eastAsia="ru-RU"/>
        </w:rPr>
      </w:pPr>
    </w:p>
    <w:p w14:paraId="07CFB7C2" w14:textId="77777777" w:rsidR="005D10BD" w:rsidRPr="00CB6FE0" w:rsidRDefault="005D10BD" w:rsidP="005D10BD">
      <w:pPr>
        <w:ind w:firstLine="6663"/>
        <w:rPr>
          <w:rFonts w:cs="Times New Roman"/>
          <w:szCs w:val="28"/>
          <w:lang w:eastAsia="ru-RU"/>
        </w:rPr>
      </w:pPr>
    </w:p>
    <w:p w14:paraId="46C9333E" w14:textId="77777777" w:rsidR="005D10BD" w:rsidRPr="00CB6FE0" w:rsidRDefault="005D10BD" w:rsidP="005D10BD">
      <w:pPr>
        <w:ind w:firstLine="6663"/>
        <w:rPr>
          <w:rFonts w:cs="Times New Roman"/>
          <w:szCs w:val="28"/>
          <w:lang w:eastAsia="ru-RU"/>
        </w:rPr>
        <w:sectPr w:rsidR="005D10BD" w:rsidRPr="00CB6FE0" w:rsidSect="0066171D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14:paraId="2FBF99FB" w14:textId="77777777" w:rsidR="005D10BD" w:rsidRPr="00CB6FE0" w:rsidRDefault="005D10BD" w:rsidP="005D10BD">
      <w:pPr>
        <w:ind w:firstLine="6663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lastRenderedPageBreak/>
        <w:t>Приложение 2</w:t>
      </w:r>
    </w:p>
    <w:p w14:paraId="6482FE75" w14:textId="77777777" w:rsidR="005D10BD" w:rsidRPr="00CB6FE0" w:rsidRDefault="005D10BD" w:rsidP="005D10BD">
      <w:pPr>
        <w:ind w:firstLine="6663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к Положению</w:t>
      </w:r>
    </w:p>
    <w:p w14:paraId="1068CB43" w14:textId="77777777" w:rsidR="005D10BD" w:rsidRPr="00CB6FE0" w:rsidRDefault="005D10BD" w:rsidP="005D10BD">
      <w:pPr>
        <w:ind w:firstLine="6663"/>
        <w:rPr>
          <w:rFonts w:cs="Times New Roman"/>
          <w:szCs w:val="24"/>
          <w:lang w:eastAsia="ru-RU"/>
        </w:rPr>
      </w:pPr>
    </w:p>
    <w:p w14:paraId="1F4A8D61" w14:textId="77777777" w:rsidR="005D10BD" w:rsidRPr="00CB6FE0" w:rsidRDefault="005D10BD" w:rsidP="005D10BD">
      <w:pPr>
        <w:ind w:firstLine="6663"/>
        <w:rPr>
          <w:rFonts w:cs="Times New Roman"/>
          <w:sz w:val="24"/>
          <w:szCs w:val="24"/>
          <w:lang w:eastAsia="ru-RU"/>
        </w:rPr>
      </w:pPr>
      <w:r w:rsidRPr="00CB6FE0">
        <w:rPr>
          <w:rFonts w:cs="Times New Roman"/>
          <w:szCs w:val="28"/>
          <w:lang w:eastAsia="ru-RU"/>
        </w:rPr>
        <w:t>Форма</w:t>
      </w:r>
    </w:p>
    <w:p w14:paraId="0A1E7305" w14:textId="77777777" w:rsidR="005D10BD" w:rsidRPr="00CB6FE0" w:rsidRDefault="005D10BD" w:rsidP="005D10BD">
      <w:pPr>
        <w:autoSpaceDE w:val="0"/>
        <w:autoSpaceDN w:val="0"/>
        <w:ind w:firstLine="0"/>
        <w:jc w:val="center"/>
        <w:rPr>
          <w:rFonts w:cs="Times New Roman"/>
          <w:bCs/>
          <w:color w:val="26282F"/>
          <w:szCs w:val="28"/>
          <w:lang w:eastAsia="ru-RU"/>
        </w:rPr>
      </w:pPr>
    </w:p>
    <w:p w14:paraId="4D2F43CF" w14:textId="77777777" w:rsidR="005D10BD" w:rsidRPr="00CB6FE0" w:rsidRDefault="005D10BD" w:rsidP="005D10BD">
      <w:pPr>
        <w:autoSpaceDE w:val="0"/>
        <w:autoSpaceDN w:val="0"/>
        <w:ind w:firstLine="0"/>
        <w:jc w:val="center"/>
        <w:rPr>
          <w:rFonts w:cs="Times New Roman"/>
          <w:bCs/>
          <w:color w:val="26282F"/>
          <w:szCs w:val="28"/>
          <w:lang w:eastAsia="ru-RU"/>
        </w:rPr>
      </w:pPr>
    </w:p>
    <w:p w14:paraId="2949307F" w14:textId="77777777" w:rsidR="005D10BD" w:rsidRPr="00CB6FE0" w:rsidRDefault="005D10BD" w:rsidP="005D10BD">
      <w:pPr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CB6FE0">
        <w:rPr>
          <w:rFonts w:cs="Times New Roman"/>
          <w:b/>
          <w:bCs/>
          <w:color w:val="26282F"/>
          <w:szCs w:val="28"/>
          <w:lang w:eastAsia="ru-RU"/>
        </w:rPr>
        <w:t>АНКЕТА СЕМЬИ</w:t>
      </w:r>
    </w:p>
    <w:p w14:paraId="77D638DF" w14:textId="77777777" w:rsidR="005D10BD" w:rsidRPr="00CB6FE0" w:rsidRDefault="005D10BD" w:rsidP="005D10BD">
      <w:pPr>
        <w:ind w:left="5103"/>
        <w:rPr>
          <w:rFonts w:cs="Times New Roman"/>
          <w:szCs w:val="28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5D10BD" w:rsidRPr="00CB6FE0" w14:paraId="159C1181" w14:textId="77777777" w:rsidTr="0066171D">
        <w:trPr>
          <w:trHeight w:val="405"/>
        </w:trPr>
        <w:tc>
          <w:tcPr>
            <w:tcW w:w="4253" w:type="dxa"/>
          </w:tcPr>
          <w:p w14:paraId="7050C0D0" w14:textId="77777777" w:rsidR="005D10BD" w:rsidRPr="00CB6FE0" w:rsidRDefault="005D10BD" w:rsidP="0066171D">
            <w:pPr>
              <w:spacing w:after="120" w:line="276" w:lineRule="auto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Ф.И.О. и дата рождения отца</w:t>
            </w:r>
          </w:p>
        </w:tc>
        <w:tc>
          <w:tcPr>
            <w:tcW w:w="5103" w:type="dxa"/>
          </w:tcPr>
          <w:p w14:paraId="6501EADD" w14:textId="77777777" w:rsidR="005D10BD" w:rsidRPr="00CB6FE0" w:rsidRDefault="005D10BD" w:rsidP="0066171D">
            <w:pPr>
              <w:spacing w:after="120" w:line="276" w:lineRule="auto"/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4B03DD7D" w14:textId="77777777" w:rsidTr="0066171D">
        <w:trPr>
          <w:trHeight w:val="258"/>
        </w:trPr>
        <w:tc>
          <w:tcPr>
            <w:tcW w:w="4253" w:type="dxa"/>
          </w:tcPr>
          <w:p w14:paraId="1F5846F3" w14:textId="77777777" w:rsidR="005D10BD" w:rsidRPr="00CB6FE0" w:rsidRDefault="005D10BD" w:rsidP="0066171D">
            <w:pPr>
              <w:spacing w:after="120" w:line="276" w:lineRule="auto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Ф.И.О. и дата рождения матери</w:t>
            </w:r>
          </w:p>
        </w:tc>
        <w:tc>
          <w:tcPr>
            <w:tcW w:w="5103" w:type="dxa"/>
          </w:tcPr>
          <w:p w14:paraId="18A69DE3" w14:textId="77777777" w:rsidR="005D10BD" w:rsidRPr="00CB6FE0" w:rsidRDefault="005D10BD" w:rsidP="0066171D">
            <w:pPr>
              <w:spacing w:after="120" w:line="276" w:lineRule="auto"/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7732A58F" w14:textId="77777777" w:rsidTr="0066171D">
        <w:tc>
          <w:tcPr>
            <w:tcW w:w="4253" w:type="dxa"/>
          </w:tcPr>
          <w:p w14:paraId="6E54DDF2" w14:textId="77777777" w:rsidR="005D10BD" w:rsidRPr="00CB6FE0" w:rsidRDefault="005D10BD" w:rsidP="0066171D">
            <w:pPr>
              <w:spacing w:after="120" w:line="276" w:lineRule="auto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Ф.И.О. и дата рождения детей</w:t>
            </w:r>
          </w:p>
        </w:tc>
        <w:tc>
          <w:tcPr>
            <w:tcW w:w="5103" w:type="dxa"/>
          </w:tcPr>
          <w:p w14:paraId="48D38F70" w14:textId="77777777" w:rsidR="005D10BD" w:rsidRPr="00CB6FE0" w:rsidRDefault="005D10BD" w:rsidP="0066171D">
            <w:pPr>
              <w:spacing w:after="120" w:line="276" w:lineRule="auto"/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030BAAB5" w14:textId="77777777" w:rsidTr="0066171D">
        <w:tc>
          <w:tcPr>
            <w:tcW w:w="4253" w:type="dxa"/>
          </w:tcPr>
          <w:p w14:paraId="6D065209" w14:textId="77777777" w:rsidR="005D10BD" w:rsidRPr="00CB6FE0" w:rsidRDefault="005D10BD" w:rsidP="0066171D">
            <w:pPr>
              <w:spacing w:after="120" w:line="276" w:lineRule="auto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cs="Times New Roman"/>
                <w:szCs w:val="27"/>
                <w:lang w:eastAsia="ru-RU"/>
              </w:rPr>
              <w:t>Адрес проживания</w:t>
            </w:r>
          </w:p>
        </w:tc>
        <w:tc>
          <w:tcPr>
            <w:tcW w:w="5103" w:type="dxa"/>
          </w:tcPr>
          <w:p w14:paraId="26862379" w14:textId="77777777" w:rsidR="005D10BD" w:rsidRPr="00CB6FE0" w:rsidRDefault="005D10BD" w:rsidP="0066171D">
            <w:pPr>
              <w:spacing w:after="120" w:line="276" w:lineRule="auto"/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13095AB1" w14:textId="77777777" w:rsidTr="0066171D">
        <w:trPr>
          <w:trHeight w:val="471"/>
        </w:trPr>
        <w:tc>
          <w:tcPr>
            <w:tcW w:w="4253" w:type="dxa"/>
          </w:tcPr>
          <w:p w14:paraId="71A09BBF" w14:textId="77777777" w:rsidR="005D10BD" w:rsidRPr="00CB6FE0" w:rsidRDefault="005D10BD" w:rsidP="0066171D">
            <w:pPr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Контактная информация:</w:t>
            </w:r>
          </w:p>
        </w:tc>
        <w:tc>
          <w:tcPr>
            <w:tcW w:w="5103" w:type="dxa"/>
          </w:tcPr>
          <w:p w14:paraId="3983DEDB" w14:textId="77777777" w:rsidR="005D10BD" w:rsidRPr="00CB6FE0" w:rsidRDefault="005D10BD" w:rsidP="0066171D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74FC5BBC" w14:textId="77777777" w:rsidTr="0066171D">
        <w:trPr>
          <w:trHeight w:val="484"/>
        </w:trPr>
        <w:tc>
          <w:tcPr>
            <w:tcW w:w="4253" w:type="dxa"/>
          </w:tcPr>
          <w:p w14:paraId="68E8F7B0" w14:textId="77777777" w:rsidR="005D10BD" w:rsidRPr="00CB6FE0" w:rsidRDefault="005D10BD" w:rsidP="0066171D">
            <w:pPr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номер телефона матери</w:t>
            </w:r>
          </w:p>
        </w:tc>
        <w:tc>
          <w:tcPr>
            <w:tcW w:w="5103" w:type="dxa"/>
          </w:tcPr>
          <w:p w14:paraId="4C730E67" w14:textId="77777777" w:rsidR="005D10BD" w:rsidRPr="00CB6FE0" w:rsidRDefault="005D10BD" w:rsidP="0066171D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  <w:tr w:rsidR="005D10BD" w:rsidRPr="00CB6FE0" w14:paraId="49ECCE3B" w14:textId="77777777" w:rsidTr="0066171D">
        <w:trPr>
          <w:trHeight w:val="533"/>
        </w:trPr>
        <w:tc>
          <w:tcPr>
            <w:tcW w:w="4253" w:type="dxa"/>
          </w:tcPr>
          <w:p w14:paraId="10581EBB" w14:textId="77777777" w:rsidR="005D10BD" w:rsidRPr="00CB6FE0" w:rsidRDefault="005D10BD" w:rsidP="0066171D">
            <w:pPr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номер телефона отца</w:t>
            </w:r>
          </w:p>
        </w:tc>
        <w:tc>
          <w:tcPr>
            <w:tcW w:w="5103" w:type="dxa"/>
          </w:tcPr>
          <w:p w14:paraId="1F9FA0E9" w14:textId="77777777" w:rsidR="005D10BD" w:rsidRPr="00CB6FE0" w:rsidRDefault="005D10BD" w:rsidP="0066171D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</w:tbl>
    <w:p w14:paraId="1CB08122" w14:textId="77777777" w:rsidR="005D10BD" w:rsidRPr="00CB6FE0" w:rsidRDefault="005D10BD" w:rsidP="005D10BD">
      <w:pPr>
        <w:tabs>
          <w:tab w:val="left" w:pos="5352"/>
        </w:tabs>
      </w:pPr>
    </w:p>
    <w:p w14:paraId="3A56A4B5" w14:textId="77777777" w:rsidR="005D10BD" w:rsidRPr="00CB6FE0" w:rsidRDefault="005D10BD" w:rsidP="005D10BD">
      <w:pPr>
        <w:tabs>
          <w:tab w:val="left" w:pos="5352"/>
        </w:tabs>
      </w:pPr>
    </w:p>
    <w:p w14:paraId="28F985CD" w14:textId="77777777" w:rsidR="005D10BD" w:rsidRPr="00CB6FE0" w:rsidRDefault="005D10BD" w:rsidP="005D10BD">
      <w:pPr>
        <w:tabs>
          <w:tab w:val="left" w:pos="5352"/>
        </w:tabs>
        <w:sectPr w:rsidR="005D10BD" w:rsidRPr="00CB6FE0" w:rsidSect="0066171D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14:paraId="078EDF58" w14:textId="77777777" w:rsidR="005D10BD" w:rsidRPr="00CB6FE0" w:rsidRDefault="005D10BD" w:rsidP="005D10BD">
      <w:pPr>
        <w:ind w:left="10773" w:firstLine="0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lastRenderedPageBreak/>
        <w:t>Приложение 3</w:t>
      </w:r>
    </w:p>
    <w:p w14:paraId="0F1AEC98" w14:textId="77777777" w:rsidR="005D10BD" w:rsidRPr="00CB6FE0" w:rsidRDefault="005D10BD" w:rsidP="005D10BD">
      <w:pPr>
        <w:ind w:left="10773" w:firstLine="0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к Положению</w:t>
      </w:r>
    </w:p>
    <w:p w14:paraId="16F32A7C" w14:textId="77777777" w:rsidR="005D10BD" w:rsidRPr="00CB6FE0" w:rsidRDefault="005D10BD" w:rsidP="005D10BD">
      <w:pPr>
        <w:ind w:left="10773" w:firstLine="0"/>
        <w:rPr>
          <w:rFonts w:cs="Times New Roman"/>
          <w:szCs w:val="28"/>
          <w:lang w:eastAsia="ru-RU"/>
        </w:rPr>
      </w:pPr>
    </w:p>
    <w:p w14:paraId="09B1916B" w14:textId="77777777" w:rsidR="005D10BD" w:rsidRPr="00CB6FE0" w:rsidRDefault="005D10BD" w:rsidP="005D10BD">
      <w:pPr>
        <w:ind w:left="10773" w:firstLine="0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Форма</w:t>
      </w:r>
    </w:p>
    <w:p w14:paraId="7C247C73" w14:textId="77777777" w:rsidR="005D10BD" w:rsidRPr="00CB6FE0" w:rsidRDefault="005D10BD" w:rsidP="005D10BD">
      <w:pPr>
        <w:tabs>
          <w:tab w:val="left" w:pos="5352"/>
        </w:tabs>
        <w:jc w:val="right"/>
        <w:rPr>
          <w:rFonts w:cs="Times New Roman"/>
          <w:szCs w:val="28"/>
        </w:rPr>
      </w:pPr>
    </w:p>
    <w:p w14:paraId="1EC74C07" w14:textId="77777777" w:rsidR="005D10BD" w:rsidRPr="00CB6FE0" w:rsidRDefault="005D10BD" w:rsidP="005D10BD">
      <w:pPr>
        <w:jc w:val="both"/>
        <w:rPr>
          <w:rFonts w:cs="Times New Roman"/>
          <w:color w:val="000000"/>
          <w:spacing w:val="-4"/>
          <w:szCs w:val="28"/>
          <w:lang w:eastAsia="ru-RU"/>
        </w:rPr>
      </w:pPr>
    </w:p>
    <w:p w14:paraId="5EBC72F2" w14:textId="77777777" w:rsidR="005D10BD" w:rsidRPr="00CB6FE0" w:rsidRDefault="005D10BD" w:rsidP="005D10BD">
      <w:pPr>
        <w:ind w:firstLine="0"/>
        <w:jc w:val="center"/>
        <w:rPr>
          <w:rFonts w:cs="Times New Roman"/>
          <w:b/>
          <w:color w:val="000000"/>
          <w:spacing w:val="-4"/>
          <w:szCs w:val="28"/>
          <w:lang w:eastAsia="ru-RU"/>
        </w:rPr>
      </w:pPr>
      <w:r w:rsidRPr="00CB6FE0">
        <w:rPr>
          <w:rFonts w:cs="Times New Roman"/>
          <w:b/>
          <w:color w:val="000000"/>
          <w:spacing w:val="-4"/>
          <w:szCs w:val="28"/>
          <w:lang w:eastAsia="ru-RU"/>
        </w:rPr>
        <w:t>ОЦЕНОЧНЫЙ ЛИСТ</w:t>
      </w:r>
    </w:p>
    <w:p w14:paraId="7E9295E9" w14:textId="77777777" w:rsidR="005D10BD" w:rsidRPr="00CB6FE0" w:rsidRDefault="005D10BD" w:rsidP="005D10BD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CB6FE0">
        <w:rPr>
          <w:rFonts w:cs="Times New Roman"/>
          <w:b/>
          <w:szCs w:val="28"/>
          <w:lang w:eastAsia="ru-RU"/>
        </w:rPr>
        <w:t xml:space="preserve">участника </w:t>
      </w:r>
      <w:r w:rsidRPr="00CB6FE0">
        <w:rPr>
          <w:rFonts w:cs="Times New Roman"/>
          <w:b/>
          <w:color w:val="000000"/>
          <w:szCs w:val="28"/>
          <w:lang w:eastAsia="ru-RU"/>
        </w:rPr>
        <w:t xml:space="preserve">второго (областного) этапа областного </w:t>
      </w:r>
      <w:r w:rsidRPr="00CB6FE0">
        <w:rPr>
          <w:rFonts w:cs="Times New Roman"/>
          <w:b/>
          <w:szCs w:val="28"/>
          <w:lang w:eastAsia="ru-RU"/>
        </w:rPr>
        <w:t>смотра-конкурс</w:t>
      </w:r>
      <w:r w:rsidRPr="00CB6FE0">
        <w:rPr>
          <w:rFonts w:cs="Times New Roman"/>
          <w:b/>
          <w:color w:val="000000"/>
          <w:szCs w:val="28"/>
          <w:lang w:eastAsia="ru-RU"/>
        </w:rPr>
        <w:t xml:space="preserve">а </w:t>
      </w:r>
      <w:r w:rsidRPr="00CB6FE0">
        <w:rPr>
          <w:rFonts w:cs="Times New Roman"/>
          <w:b/>
          <w:szCs w:val="28"/>
          <w:lang w:eastAsia="ru-RU"/>
        </w:rPr>
        <w:t xml:space="preserve">«Семья года» среди лучших семей, </w:t>
      </w:r>
    </w:p>
    <w:p w14:paraId="588E1057" w14:textId="77777777" w:rsidR="005D10BD" w:rsidRPr="00CB6FE0" w:rsidRDefault="005D10BD" w:rsidP="005D10BD">
      <w:pPr>
        <w:ind w:firstLine="0"/>
        <w:jc w:val="center"/>
        <w:rPr>
          <w:rFonts w:cs="Times New Roman"/>
          <w:b/>
          <w:color w:val="000000"/>
          <w:spacing w:val="-4"/>
          <w:szCs w:val="28"/>
          <w:lang w:eastAsia="ru-RU"/>
        </w:rPr>
      </w:pPr>
      <w:r w:rsidRPr="00CB6FE0">
        <w:rPr>
          <w:rFonts w:cs="Times New Roman"/>
          <w:b/>
          <w:szCs w:val="28"/>
          <w:lang w:eastAsia="ru-RU"/>
        </w:rPr>
        <w:t>воспитывающих несовершеннолетних детей,</w:t>
      </w:r>
    </w:p>
    <w:p w14:paraId="5D15CDD1" w14:textId="77777777" w:rsidR="005D10BD" w:rsidRPr="00CB6FE0" w:rsidRDefault="005D10BD" w:rsidP="005D10BD">
      <w:pPr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CB6FE0">
        <w:rPr>
          <w:rFonts w:cs="Times New Roman"/>
          <w:b/>
          <w:color w:val="000000"/>
          <w:szCs w:val="28"/>
          <w:lang w:eastAsia="ru-RU"/>
        </w:rPr>
        <w:t>_____________________________________________________________</w:t>
      </w:r>
    </w:p>
    <w:p w14:paraId="2885C091" w14:textId="77777777" w:rsidR="005D10BD" w:rsidRPr="00CB6FE0" w:rsidRDefault="005D10BD" w:rsidP="005D10BD">
      <w:pPr>
        <w:ind w:firstLine="0"/>
        <w:jc w:val="center"/>
        <w:rPr>
          <w:rFonts w:cs="Times New Roman"/>
          <w:b/>
          <w:sz w:val="24"/>
          <w:szCs w:val="28"/>
          <w:lang w:eastAsia="ru-RU"/>
        </w:rPr>
      </w:pPr>
      <w:r w:rsidRPr="00CB6FE0">
        <w:rPr>
          <w:rFonts w:cs="Times New Roman"/>
          <w:b/>
          <w:sz w:val="24"/>
          <w:szCs w:val="28"/>
          <w:lang w:eastAsia="ru-RU"/>
        </w:rPr>
        <w:t>(наименование муниципального района (городского округа) области)</w:t>
      </w:r>
    </w:p>
    <w:p w14:paraId="2E3934E5" w14:textId="77777777" w:rsidR="005D10BD" w:rsidRPr="00CB6FE0" w:rsidRDefault="005D10BD" w:rsidP="005D10BD">
      <w:pPr>
        <w:jc w:val="center"/>
        <w:rPr>
          <w:rFonts w:cs="Times New Roman"/>
          <w:color w:val="000000"/>
          <w:spacing w:val="-4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3438"/>
        <w:gridCol w:w="2689"/>
        <w:gridCol w:w="3065"/>
        <w:gridCol w:w="3065"/>
        <w:gridCol w:w="2689"/>
      </w:tblGrid>
      <w:tr w:rsidR="005D10BD" w:rsidRPr="00CB6FE0" w14:paraId="5FA5D8C3" w14:textId="77777777" w:rsidTr="005D10BD">
        <w:trPr>
          <w:trHeight w:val="283"/>
        </w:trPr>
        <w:tc>
          <w:tcPr>
            <w:tcW w:w="192" w:type="pct"/>
            <w:vMerge w:val="restart"/>
          </w:tcPr>
          <w:p w14:paraId="63AF1433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№</w:t>
            </w:r>
          </w:p>
          <w:p w14:paraId="4EA6CEA7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п/п</w:t>
            </w:r>
          </w:p>
        </w:tc>
        <w:tc>
          <w:tcPr>
            <w:tcW w:w="1106" w:type="pct"/>
            <w:vMerge w:val="restart"/>
          </w:tcPr>
          <w:p w14:paraId="7052CC9C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Наименование критерия</w:t>
            </w:r>
          </w:p>
        </w:tc>
        <w:tc>
          <w:tcPr>
            <w:tcW w:w="3702" w:type="pct"/>
            <w:gridSpan w:val="4"/>
          </w:tcPr>
          <w:p w14:paraId="338064C0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Баллы</w:t>
            </w:r>
          </w:p>
        </w:tc>
      </w:tr>
      <w:tr w:rsidR="005D10BD" w:rsidRPr="00CB6FE0" w14:paraId="753A16E4" w14:textId="77777777" w:rsidTr="005D10BD">
        <w:trPr>
          <w:trHeight w:val="122"/>
        </w:trPr>
        <w:tc>
          <w:tcPr>
            <w:tcW w:w="192" w:type="pct"/>
            <w:vMerge/>
          </w:tcPr>
          <w:p w14:paraId="7879A7D3" w14:textId="77777777" w:rsidR="005D10BD" w:rsidRPr="00CB6FE0" w:rsidRDefault="005D10BD" w:rsidP="0066171D">
            <w:pPr>
              <w:ind w:firstLine="0"/>
              <w:rPr>
                <w:rFonts w:eastAsia="Calibri" w:cs="Times New Roman"/>
                <w:szCs w:val="28"/>
              </w:rPr>
            </w:pPr>
          </w:p>
        </w:tc>
        <w:tc>
          <w:tcPr>
            <w:tcW w:w="1106" w:type="pct"/>
            <w:vMerge/>
          </w:tcPr>
          <w:p w14:paraId="6E283493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65" w:type="pct"/>
          </w:tcPr>
          <w:p w14:paraId="1775CD09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986" w:type="pct"/>
          </w:tcPr>
          <w:p w14:paraId="1D479FD3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986" w:type="pct"/>
          </w:tcPr>
          <w:p w14:paraId="5FCB150D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865" w:type="pct"/>
          </w:tcPr>
          <w:p w14:paraId="0CF384CB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0</w:t>
            </w:r>
          </w:p>
        </w:tc>
      </w:tr>
    </w:tbl>
    <w:p w14:paraId="508D1D0B" w14:textId="77777777" w:rsidR="005D10BD" w:rsidRPr="00CB6FE0" w:rsidRDefault="005D10BD" w:rsidP="005D10BD">
      <w:pPr>
        <w:rPr>
          <w:rFonts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3438"/>
        <w:gridCol w:w="2689"/>
        <w:gridCol w:w="3065"/>
        <w:gridCol w:w="3065"/>
        <w:gridCol w:w="2689"/>
      </w:tblGrid>
      <w:tr w:rsidR="005D10BD" w:rsidRPr="00CB6FE0" w14:paraId="62798F64" w14:textId="77777777" w:rsidTr="005D10BD">
        <w:trPr>
          <w:trHeight w:val="267"/>
          <w:tblHeader/>
        </w:trPr>
        <w:tc>
          <w:tcPr>
            <w:tcW w:w="192" w:type="pct"/>
          </w:tcPr>
          <w:p w14:paraId="509FFE58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1106" w:type="pct"/>
          </w:tcPr>
          <w:p w14:paraId="24ED5D86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865" w:type="pct"/>
          </w:tcPr>
          <w:p w14:paraId="41299234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986" w:type="pct"/>
          </w:tcPr>
          <w:p w14:paraId="72DABB64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986" w:type="pct"/>
          </w:tcPr>
          <w:p w14:paraId="4C53D7C0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865" w:type="pct"/>
          </w:tcPr>
          <w:p w14:paraId="4788B44B" w14:textId="77777777" w:rsidR="005D10BD" w:rsidRPr="00CB6FE0" w:rsidRDefault="005D10BD" w:rsidP="0066171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CB6FE0">
              <w:rPr>
                <w:rFonts w:eastAsia="Calibri" w:cs="Times New Roman"/>
                <w:szCs w:val="28"/>
              </w:rPr>
              <w:t>6</w:t>
            </w:r>
          </w:p>
        </w:tc>
      </w:tr>
      <w:tr w:rsidR="005D10BD" w:rsidRPr="00CB6FE0" w14:paraId="717B1E5E" w14:textId="77777777" w:rsidTr="005D10BD">
        <w:trPr>
          <w:trHeight w:val="258"/>
        </w:trPr>
        <w:tc>
          <w:tcPr>
            <w:tcW w:w="192" w:type="pct"/>
          </w:tcPr>
          <w:p w14:paraId="6C7EC99D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1.</w:t>
            </w:r>
            <w:bookmarkStart w:id="0" w:name="_GoBack"/>
            <w:bookmarkEnd w:id="0"/>
          </w:p>
        </w:tc>
        <w:tc>
          <w:tcPr>
            <w:tcW w:w="1106" w:type="pct"/>
          </w:tcPr>
          <w:p w14:paraId="57098784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Награды родителей за достойное воспитание детей </w:t>
            </w:r>
          </w:p>
        </w:tc>
        <w:tc>
          <w:tcPr>
            <w:tcW w:w="865" w:type="pct"/>
          </w:tcPr>
          <w:p w14:paraId="23A0B9FB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наличие </w:t>
            </w:r>
            <w:r w:rsidRPr="00CB6FE0">
              <w:rPr>
                <w:rFonts w:cs="Times New Roman"/>
                <w:szCs w:val="28"/>
                <w:lang w:eastAsia="ru-RU"/>
              </w:rPr>
              <w:t>6 и более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 наград</w:t>
            </w:r>
          </w:p>
        </w:tc>
        <w:tc>
          <w:tcPr>
            <w:tcW w:w="986" w:type="pct"/>
          </w:tcPr>
          <w:p w14:paraId="680BA2A8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pacing w:val="-4"/>
                <w:szCs w:val="28"/>
                <w:lang w:eastAsia="ru-RU"/>
              </w:rPr>
            </w:pPr>
            <w:r w:rsidRPr="00CB6FE0">
              <w:rPr>
                <w:rFonts w:cs="Times New Roman"/>
                <w:spacing w:val="-4"/>
                <w:szCs w:val="28"/>
                <w:lang w:eastAsia="ru-RU"/>
              </w:rPr>
              <w:t>наличие от 4 до 5</w:t>
            </w:r>
            <w:r w:rsidRPr="00CB6FE0">
              <w:rPr>
                <w:rFonts w:cs="Times New Roman"/>
                <w:spacing w:val="-4"/>
                <w:szCs w:val="28"/>
              </w:rPr>
              <w:t xml:space="preserve"> (включительно) </w:t>
            </w:r>
            <w:r w:rsidRPr="00CB6FE0">
              <w:rPr>
                <w:rFonts w:cs="Times New Roman"/>
                <w:spacing w:val="-4"/>
                <w:szCs w:val="28"/>
                <w:lang w:eastAsia="ru-RU"/>
              </w:rPr>
              <w:t>наград</w:t>
            </w:r>
          </w:p>
        </w:tc>
        <w:tc>
          <w:tcPr>
            <w:tcW w:w="986" w:type="pct"/>
          </w:tcPr>
          <w:p w14:paraId="216BE405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pacing w:val="-4"/>
                <w:szCs w:val="28"/>
                <w:lang w:eastAsia="ru-RU"/>
              </w:rPr>
            </w:pPr>
            <w:r w:rsidRPr="00CB6FE0">
              <w:rPr>
                <w:rFonts w:cs="Times New Roman"/>
                <w:spacing w:val="-4"/>
                <w:szCs w:val="28"/>
                <w:lang w:eastAsia="ru-RU"/>
              </w:rPr>
              <w:t xml:space="preserve">наличие от 1 до 3 </w:t>
            </w:r>
            <w:r w:rsidRPr="00CB6FE0">
              <w:rPr>
                <w:rFonts w:cs="Times New Roman"/>
                <w:spacing w:val="-4"/>
                <w:szCs w:val="28"/>
              </w:rPr>
              <w:t xml:space="preserve">(включительно) </w:t>
            </w:r>
            <w:r w:rsidRPr="00CB6FE0">
              <w:rPr>
                <w:rFonts w:cs="Times New Roman"/>
                <w:spacing w:val="-4"/>
                <w:szCs w:val="28"/>
                <w:lang w:eastAsia="ru-RU"/>
              </w:rPr>
              <w:t>наград</w:t>
            </w:r>
          </w:p>
        </w:tc>
        <w:tc>
          <w:tcPr>
            <w:tcW w:w="865" w:type="pct"/>
          </w:tcPr>
          <w:p w14:paraId="43175741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награды отсутствуют</w:t>
            </w:r>
          </w:p>
        </w:tc>
      </w:tr>
      <w:tr w:rsidR="005D10BD" w:rsidRPr="00CB6FE0" w14:paraId="67341587" w14:textId="77777777" w:rsidTr="005D10BD">
        <w:trPr>
          <w:trHeight w:val="1189"/>
        </w:trPr>
        <w:tc>
          <w:tcPr>
            <w:tcW w:w="192" w:type="pct"/>
            <w:tcBorders>
              <w:bottom w:val="single" w:sz="4" w:space="0" w:color="auto"/>
            </w:tcBorders>
          </w:tcPr>
          <w:p w14:paraId="1B490079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1106" w:type="pct"/>
            <w:tcBorders>
              <w:bottom w:val="single" w:sz="4" w:space="0" w:color="auto"/>
            </w:tcBorders>
          </w:tcPr>
          <w:p w14:paraId="5AA3F341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Знание истории своей 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br/>
              <w:t>семьи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14:paraId="5EB7E186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pacing w:val="-6"/>
                <w:szCs w:val="28"/>
                <w:lang w:eastAsia="ru-RU"/>
              </w:rPr>
            </w:pPr>
            <w:r w:rsidRPr="00CB6FE0">
              <w:rPr>
                <w:rFonts w:cs="Times New Roman"/>
                <w:spacing w:val="-6"/>
                <w:szCs w:val="28"/>
                <w:lang w:eastAsia="ru-RU"/>
              </w:rPr>
              <w:t>ведутся хроники многопоколенной семьи, имеется генеалогическое древо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4F53B482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ведутся хроники семьи, имеется генеалогическое древо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5940CF78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ведутся хроники семьи, генеалогическое древо отсутствует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14:paraId="26640C2E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хроники семьи не ведутся, генеалогическое древо отсутствует</w:t>
            </w:r>
          </w:p>
        </w:tc>
      </w:tr>
      <w:tr w:rsidR="005D10BD" w:rsidRPr="00CB6FE0" w14:paraId="1BD07BFF" w14:textId="77777777" w:rsidTr="005D10BD">
        <w:trPr>
          <w:trHeight w:val="20"/>
        </w:trPr>
        <w:tc>
          <w:tcPr>
            <w:tcW w:w="192" w:type="pct"/>
            <w:tcBorders>
              <w:bottom w:val="single" w:sz="4" w:space="0" w:color="auto"/>
            </w:tcBorders>
          </w:tcPr>
          <w:p w14:paraId="542ACD8F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3.</w:t>
            </w:r>
          </w:p>
        </w:tc>
        <w:tc>
          <w:tcPr>
            <w:tcW w:w="1106" w:type="pct"/>
            <w:tcBorders>
              <w:bottom w:val="single" w:sz="4" w:space="0" w:color="auto"/>
            </w:tcBorders>
          </w:tcPr>
          <w:p w14:paraId="091CC7E9" w14:textId="77777777" w:rsidR="005D10BD" w:rsidRPr="00CB6FE0" w:rsidRDefault="005D10BD" w:rsidP="0066171D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Семейные традиции 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14:paraId="302DEAC5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наличие 5 и более наград за сохранение </w:t>
            </w:r>
            <w:r w:rsidRPr="00CB6FE0">
              <w:rPr>
                <w:rFonts w:cs="Times New Roman"/>
                <w:szCs w:val="28"/>
              </w:rPr>
              <w:t>семейных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 традиций 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6C945916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наличие от 3 до 4 </w:t>
            </w:r>
            <w:r w:rsidRPr="00CB6FE0">
              <w:rPr>
                <w:rFonts w:cs="Times New Roman"/>
                <w:szCs w:val="28"/>
              </w:rPr>
              <w:t xml:space="preserve">(включительно) 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наград за сохранение </w:t>
            </w:r>
            <w:r w:rsidRPr="00CB6FE0">
              <w:rPr>
                <w:rFonts w:cs="Times New Roman"/>
                <w:szCs w:val="28"/>
              </w:rPr>
              <w:lastRenderedPageBreak/>
              <w:t>семейных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 традиций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14:paraId="122A92D0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lastRenderedPageBreak/>
              <w:t>наличие от 1 до 2 </w:t>
            </w:r>
            <w:r w:rsidRPr="00CB6FE0">
              <w:rPr>
                <w:rFonts w:cs="Times New Roman"/>
                <w:szCs w:val="28"/>
              </w:rPr>
              <w:t xml:space="preserve">(включительно) 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наград за сохранение </w:t>
            </w:r>
            <w:r w:rsidRPr="00CB6FE0">
              <w:rPr>
                <w:rFonts w:cs="Times New Roman"/>
                <w:szCs w:val="28"/>
              </w:rPr>
              <w:lastRenderedPageBreak/>
              <w:t>семейных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 традиций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14:paraId="064EE5BF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lastRenderedPageBreak/>
              <w:t>награды отсутствуют</w:t>
            </w:r>
          </w:p>
        </w:tc>
      </w:tr>
      <w:tr w:rsidR="005D10BD" w:rsidRPr="00CB6FE0" w14:paraId="04CE449D" w14:textId="77777777" w:rsidTr="005D10BD">
        <w:trPr>
          <w:trHeight w:val="20"/>
        </w:trPr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</w:tcPr>
          <w:p w14:paraId="2831B48A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1106" w:type="pct"/>
            <w:tcBorders>
              <w:top w:val="single" w:sz="4" w:space="0" w:color="auto"/>
              <w:bottom w:val="single" w:sz="4" w:space="0" w:color="auto"/>
            </w:tcBorders>
          </w:tcPr>
          <w:p w14:paraId="15E7CFE0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Достижения членов семьи (участие членов семьи в конкурсах, олимпиадах, фестивалях, спартакиадах, культурно-массовых мероприятиях районного (городского), областного, всероссийского уровней (концерты, выставки, праздники и так далее)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791E919F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количество конкурсов, олимпиад, фестивалей, спартакиад, культурно-массовых мероприятий районного (городского), областного, всероссийского уровней, в которых члены семьи приняли участие</w:t>
            </w:r>
            <w:r w:rsidRPr="00CB6FE0">
              <w:rPr>
                <w:rFonts w:cs="Times New Roman"/>
                <w:szCs w:val="28"/>
                <w:lang w:eastAsia="ru-RU"/>
              </w:rPr>
              <w:t xml:space="preserve"> (6 и более)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24C58B62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количество конкурсов, олимпиад, фестивалей, спартакиад, культурно-массовых мероприятий районного (городского), областного, всероссийского уровней, в которых члены семьи приняли участие</w:t>
            </w:r>
            <w:r w:rsidRPr="00CB6FE0">
              <w:rPr>
                <w:rFonts w:cs="Times New Roman"/>
                <w:szCs w:val="28"/>
                <w:lang w:eastAsia="ru-RU"/>
              </w:rPr>
              <w:t xml:space="preserve"> (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от </w:t>
            </w:r>
            <w:r w:rsidRPr="00CB6FE0">
              <w:rPr>
                <w:rFonts w:cs="Times New Roman"/>
                <w:szCs w:val="28"/>
                <w:lang w:eastAsia="ru-RU"/>
              </w:rPr>
              <w:t>4 до 5 включительно)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4980E36D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количество конкурсов, олимпиад, фестивалей, спартакиад, культурно-массовых мероприятий районного (городского), областного, всероссийского уровней, в которых члены семьи приняли участие </w:t>
            </w:r>
            <w:r w:rsidRPr="00CB6FE0">
              <w:rPr>
                <w:rFonts w:cs="Times New Roman"/>
                <w:szCs w:val="28"/>
                <w:lang w:eastAsia="ru-RU"/>
              </w:rPr>
              <w:t>(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от </w:t>
            </w:r>
            <w:r w:rsidRPr="00CB6FE0">
              <w:rPr>
                <w:rFonts w:cs="Times New Roman"/>
                <w:szCs w:val="28"/>
                <w:lang w:eastAsia="ru-RU"/>
              </w:rPr>
              <w:t>1 до 3 включительно)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70A1A89B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члены  семьи в конкурсах, олимпиадах, фестивалях, спартакиадах, культурно-массовых мероприятиях районного (городского), областного, всероссийского уровней </w:t>
            </w:r>
            <w:r w:rsidRPr="00CB6FE0">
              <w:rPr>
                <w:rFonts w:cs="Times New Roman"/>
                <w:szCs w:val="28"/>
                <w:lang w:eastAsia="ru-RU"/>
              </w:rPr>
              <w:t>участие не принимают</w:t>
            </w:r>
          </w:p>
        </w:tc>
      </w:tr>
      <w:tr w:rsidR="005D10BD" w:rsidRPr="00CB6FE0" w14:paraId="52ADB927" w14:textId="77777777" w:rsidTr="005D10BD">
        <w:trPr>
          <w:trHeight w:val="3579"/>
        </w:trPr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</w:tcPr>
          <w:p w14:paraId="782AE9B6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1106" w:type="pct"/>
            <w:tcBorders>
              <w:top w:val="single" w:sz="4" w:space="0" w:color="auto"/>
              <w:bottom w:val="single" w:sz="4" w:space="0" w:color="auto"/>
            </w:tcBorders>
          </w:tcPr>
          <w:p w14:paraId="2154F18A" w14:textId="77777777" w:rsidR="005D10BD" w:rsidRPr="00CB6FE0" w:rsidRDefault="005D10BD" w:rsidP="0066171D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>Вклад в формирование благоприятного имиджа муниципального образования, города и в целом Ярославской области (издание сборника, запись музыкальных дисков, участие в мастер-классах и иных аналогичных мероприятиях в сфере спорта, культуры, творчества, науки, образования)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52C30FBA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количество изданных сборников, записанных музыкальных дисков, количество участий в мастер-классах и иных аналогичных мероприятиях в сфере спорта, культуры, творчества, науки, образования (6 и более)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203F2F2F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количество изданных сборников, записанных музыкальных дисков, количество участий в мастер-классах и иных аналогичных мероприятиях в сфере спорта, культуры, творчества, науки, образования (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от </w:t>
            </w:r>
            <w:r w:rsidRPr="00CB6FE0">
              <w:rPr>
                <w:rFonts w:cs="Times New Roman"/>
                <w:szCs w:val="28"/>
                <w:lang w:eastAsia="ru-RU"/>
              </w:rPr>
              <w:t>4 до 5 включительно)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</w:tcPr>
          <w:p w14:paraId="3301E508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количество изданных сборников, записанных музыкальных дисков, количество участий в мастер-классах и иных аналогичных мероприятиях в сфере спорта, культуры, творчества, науки, образования (</w:t>
            </w:r>
            <w:r w:rsidRPr="00CB6FE0">
              <w:rPr>
                <w:rFonts w:cs="Times New Roman"/>
                <w:color w:val="000000"/>
                <w:szCs w:val="28"/>
                <w:lang w:eastAsia="ru-RU"/>
              </w:rPr>
              <w:t xml:space="preserve">от </w:t>
            </w:r>
            <w:r w:rsidRPr="00CB6FE0">
              <w:rPr>
                <w:rFonts w:cs="Times New Roman"/>
                <w:szCs w:val="28"/>
                <w:lang w:eastAsia="ru-RU"/>
              </w:rPr>
              <w:t>1 до 3 включительно)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14:paraId="6ABC3E44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pacing w:val="-4"/>
                <w:szCs w:val="28"/>
                <w:lang w:eastAsia="ru-RU"/>
              </w:rPr>
            </w:pPr>
            <w:r w:rsidRPr="00CB6FE0">
              <w:rPr>
                <w:rFonts w:cs="Times New Roman"/>
                <w:spacing w:val="-4"/>
                <w:szCs w:val="28"/>
                <w:lang w:eastAsia="ru-RU"/>
              </w:rPr>
              <w:t xml:space="preserve">изданные сборники, записанные музыкальные диски отсутствуют, члены семьи не принимают участие в мастер-классах и иных аналогичных мероприятиях в сфере спорта, культуры, творчества, науки, образования </w:t>
            </w:r>
          </w:p>
        </w:tc>
      </w:tr>
      <w:tr w:rsidR="005D10BD" w:rsidRPr="00CB6FE0" w14:paraId="5C9A171E" w14:textId="77777777" w:rsidTr="005D10BD">
        <w:tc>
          <w:tcPr>
            <w:tcW w:w="1298" w:type="pct"/>
            <w:gridSpan w:val="2"/>
            <w:tcBorders>
              <w:bottom w:val="single" w:sz="4" w:space="0" w:color="auto"/>
            </w:tcBorders>
          </w:tcPr>
          <w:p w14:paraId="6DA4F012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 xml:space="preserve">Сумма баллов по всем </w:t>
            </w:r>
          </w:p>
          <w:p w14:paraId="6B9AD9BF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B6FE0">
              <w:rPr>
                <w:rFonts w:cs="Times New Roman"/>
                <w:szCs w:val="28"/>
                <w:lang w:eastAsia="ru-RU"/>
              </w:rPr>
              <w:t>критериям</w:t>
            </w:r>
          </w:p>
        </w:tc>
        <w:tc>
          <w:tcPr>
            <w:tcW w:w="3702" w:type="pct"/>
            <w:gridSpan w:val="4"/>
            <w:tcBorders>
              <w:bottom w:val="single" w:sz="4" w:space="0" w:color="auto"/>
            </w:tcBorders>
          </w:tcPr>
          <w:p w14:paraId="2EA0744A" w14:textId="77777777" w:rsidR="005D10BD" w:rsidRPr="00CB6FE0" w:rsidRDefault="005D10BD" w:rsidP="0066171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1E75CABE" w14:textId="77777777" w:rsidR="005D10BD" w:rsidRPr="00CB6FE0" w:rsidRDefault="005D10BD" w:rsidP="005D10BD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27EFA3A1" w14:textId="77777777" w:rsidR="005D10BD" w:rsidRPr="00CB6FE0" w:rsidRDefault="005D10BD" w:rsidP="005D10BD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CB6FE0">
        <w:rPr>
          <w:rFonts w:cs="Times New Roman"/>
          <w:szCs w:val="28"/>
          <w:lang w:eastAsia="ru-RU"/>
        </w:rPr>
        <w:t>___________________________________                      ___________________</w:t>
      </w:r>
    </w:p>
    <w:p w14:paraId="2F6531B4" w14:textId="77777777" w:rsidR="005D10BD" w:rsidRPr="00CB6FE0" w:rsidRDefault="005D10BD" w:rsidP="005D10BD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  <w:r w:rsidRPr="00CB6FE0">
        <w:rPr>
          <w:rFonts w:cs="Times New Roman"/>
          <w:sz w:val="24"/>
          <w:szCs w:val="28"/>
          <w:lang w:eastAsia="ru-RU"/>
        </w:rPr>
        <w:t xml:space="preserve">  (подпись члена организационного комитета                               (расшифровка подписи)</w:t>
      </w:r>
    </w:p>
    <w:p w14:paraId="5830948A" w14:textId="77777777" w:rsidR="005D10BD" w:rsidRPr="00CB6FE0" w:rsidRDefault="005D10BD" w:rsidP="005D10BD">
      <w:pPr>
        <w:ind w:firstLine="0"/>
        <w:jc w:val="both"/>
      </w:pPr>
      <w:r w:rsidRPr="00CB6FE0">
        <w:rPr>
          <w:rFonts w:cs="Times New Roman"/>
          <w:sz w:val="24"/>
          <w:szCs w:val="28"/>
          <w:lang w:eastAsia="ru-RU"/>
        </w:rPr>
        <w:t xml:space="preserve"> по подготовке и проведению смотра-конкурса)</w:t>
      </w:r>
    </w:p>
    <w:p w14:paraId="5ABF5D47" w14:textId="77777777" w:rsidR="005D10BD" w:rsidRPr="00CB6FE0" w:rsidRDefault="005D10BD" w:rsidP="005D10BD"/>
    <w:p w14:paraId="7A6A6340" w14:textId="77777777" w:rsidR="005D10BD" w:rsidRPr="007D24A9" w:rsidRDefault="005D10BD" w:rsidP="005D10BD">
      <w:pPr>
        <w:spacing w:line="233" w:lineRule="auto"/>
        <w:jc w:val="both"/>
        <w:rPr>
          <w:rFonts w:cs="Times New Roman"/>
          <w:szCs w:val="28"/>
        </w:rPr>
      </w:pPr>
    </w:p>
    <w:p w14:paraId="5E6E951F" w14:textId="77777777" w:rsidR="005D10BD" w:rsidRPr="007D24A9" w:rsidRDefault="005D10BD" w:rsidP="005D10BD">
      <w:pPr>
        <w:tabs>
          <w:tab w:val="right" w:pos="8931"/>
        </w:tabs>
        <w:spacing w:line="233" w:lineRule="auto"/>
        <w:ind w:firstLine="0"/>
        <w:jc w:val="both"/>
        <w:rPr>
          <w:sz w:val="2"/>
          <w:szCs w:val="2"/>
        </w:rPr>
      </w:pPr>
    </w:p>
    <w:p w14:paraId="6AC202FF" w14:textId="535B9E4D" w:rsidR="00E1407E" w:rsidRPr="005D10BD" w:rsidRDefault="00E1407E" w:rsidP="005D10BD"/>
    <w:sectPr w:rsidR="00E1407E" w:rsidRPr="005D10BD" w:rsidSect="005D10B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 w:code="9"/>
      <w:pgMar w:top="1985" w:right="1134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1DAFB" w14:textId="77777777" w:rsidR="0066171D" w:rsidRDefault="0066171D" w:rsidP="006C1916">
      <w:r>
        <w:separator/>
      </w:r>
    </w:p>
  </w:endnote>
  <w:endnote w:type="continuationSeparator" w:id="0">
    <w:p w14:paraId="03D0DEB9" w14:textId="77777777" w:rsidR="0066171D" w:rsidRDefault="0066171D" w:rsidP="006C1916">
      <w:r>
        <w:continuationSeparator/>
      </w:r>
    </w:p>
  </w:endnote>
  <w:endnote w:type="continuationNotice" w:id="1">
    <w:p w14:paraId="7C39982E" w14:textId="77777777" w:rsidR="00D4399C" w:rsidRDefault="00D43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1194C" w14:textId="77777777" w:rsidR="0066171D" w:rsidRDefault="0066171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3F49C" w14:textId="77777777" w:rsidR="0066171D" w:rsidRDefault="0066171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E2593" w14:textId="77777777" w:rsidR="0066171D" w:rsidRDefault="0066171D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87547" w14:textId="77777777" w:rsidR="0066171D" w:rsidRDefault="0066171D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C66B0" w14:textId="77777777" w:rsidR="0066171D" w:rsidRDefault="0066171D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DAFE1" w14:textId="77777777" w:rsidR="0066171D" w:rsidRDefault="0066171D">
    <w:pPr>
      <w:pStyle w:val="a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0306" w14:textId="77777777" w:rsidR="0066171D" w:rsidRDefault="0066171D">
    <w:pPr>
      <w:pStyle w:val="a6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10423"/>
      <w:gridCol w:w="5213"/>
    </w:tblGrid>
    <w:tr w:rsidR="0066171D" w14:paraId="6AC20309" w14:textId="5080CFA5" w:rsidTr="00BF30F2">
      <w:tc>
        <w:tcPr>
          <w:tcW w:w="3333" w:type="pct"/>
          <w:shd w:val="clear" w:color="auto" w:fill="auto"/>
        </w:tcPr>
        <w:p w14:paraId="6AC20307" w14:textId="77777777" w:rsidR="0066171D" w:rsidRPr="00BF30F2" w:rsidRDefault="0066171D" w:rsidP="00BF30F2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BF30F2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6AC20308" w14:textId="77777777" w:rsidR="0066171D" w:rsidRPr="00BF30F2" w:rsidRDefault="0066171D" w:rsidP="00BF30F2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BF30F2">
            <w:rPr>
              <w:rFonts w:cs="Times New Roman"/>
              <w:color w:val="808080"/>
              <w:sz w:val="18"/>
            </w:rPr>
            <w:t xml:space="preserve">Страница </w:t>
          </w:r>
          <w:r w:rsidRPr="00BF30F2">
            <w:rPr>
              <w:rFonts w:cs="Times New Roman"/>
              <w:color w:val="808080"/>
              <w:sz w:val="18"/>
            </w:rPr>
            <w:fldChar w:fldCharType="begin"/>
          </w:r>
          <w:r w:rsidRPr="00BF30F2">
            <w:rPr>
              <w:rFonts w:cs="Times New Roman"/>
              <w:color w:val="808080"/>
              <w:sz w:val="18"/>
            </w:rPr>
            <w:instrText xml:space="preserve"> PAGE </w:instrText>
          </w:r>
          <w:r w:rsidRPr="00BF30F2">
            <w:rPr>
              <w:rFonts w:cs="Times New Roman"/>
              <w:color w:val="808080"/>
              <w:sz w:val="18"/>
            </w:rPr>
            <w:fldChar w:fldCharType="separate"/>
          </w:r>
          <w:r w:rsidR="00D4399C">
            <w:rPr>
              <w:rFonts w:cs="Times New Roman"/>
              <w:noProof/>
              <w:color w:val="808080"/>
              <w:sz w:val="18"/>
            </w:rPr>
            <w:t>1</w:t>
          </w:r>
          <w:r w:rsidRPr="00BF30F2">
            <w:rPr>
              <w:rFonts w:cs="Times New Roman"/>
              <w:color w:val="808080"/>
              <w:sz w:val="18"/>
            </w:rPr>
            <w:fldChar w:fldCharType="end"/>
          </w:r>
          <w:r w:rsidRPr="00BF30F2">
            <w:rPr>
              <w:rFonts w:cs="Times New Roman"/>
              <w:color w:val="808080"/>
              <w:sz w:val="18"/>
            </w:rPr>
            <w:t xml:space="preserve"> из </w:t>
          </w:r>
          <w:r w:rsidRPr="00BF30F2">
            <w:rPr>
              <w:rFonts w:cs="Times New Roman"/>
              <w:color w:val="808080"/>
              <w:sz w:val="18"/>
            </w:rPr>
            <w:fldChar w:fldCharType="begin"/>
          </w:r>
          <w:r w:rsidRPr="00BF30F2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BF30F2">
            <w:rPr>
              <w:rFonts w:cs="Times New Roman"/>
              <w:color w:val="808080"/>
              <w:sz w:val="18"/>
            </w:rPr>
            <w:fldChar w:fldCharType="separate"/>
          </w:r>
          <w:r w:rsidR="00D4399C">
            <w:rPr>
              <w:rFonts w:cs="Times New Roman"/>
              <w:noProof/>
              <w:color w:val="808080"/>
              <w:sz w:val="18"/>
            </w:rPr>
            <w:t>14</w:t>
          </w:r>
          <w:r w:rsidRPr="00BF30F2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6AC2030A" w14:textId="77777777" w:rsidR="0066171D" w:rsidRPr="00BF30F2" w:rsidRDefault="0066171D" w:rsidP="00BF30F2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66171D" w14:paraId="6AC2030E" w14:textId="5534C366" w:rsidTr="00BF30F2">
      <w:tc>
        <w:tcPr>
          <w:tcW w:w="3333" w:type="pct"/>
          <w:shd w:val="clear" w:color="auto" w:fill="auto"/>
        </w:tcPr>
        <w:p w14:paraId="6AC2030C" w14:textId="77777777" w:rsidR="0066171D" w:rsidRPr="00BF30F2" w:rsidRDefault="0066171D" w:rsidP="00BF30F2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BF30F2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6AC2030D" w14:textId="77777777" w:rsidR="0066171D" w:rsidRPr="00BF30F2" w:rsidRDefault="0066171D" w:rsidP="00BF30F2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BF30F2">
            <w:rPr>
              <w:rFonts w:cs="Times New Roman"/>
              <w:color w:val="808080"/>
              <w:sz w:val="18"/>
            </w:rPr>
            <w:t xml:space="preserve">Страница </w:t>
          </w:r>
          <w:r w:rsidRPr="00BF30F2">
            <w:rPr>
              <w:rFonts w:cs="Times New Roman"/>
              <w:color w:val="808080"/>
              <w:sz w:val="18"/>
            </w:rPr>
            <w:fldChar w:fldCharType="begin"/>
          </w:r>
          <w:r w:rsidRPr="00BF30F2">
            <w:rPr>
              <w:rFonts w:cs="Times New Roman"/>
              <w:color w:val="808080"/>
              <w:sz w:val="18"/>
            </w:rPr>
            <w:instrText xml:space="preserve"> PAGE </w:instrText>
          </w:r>
          <w:r w:rsidRPr="00BF30F2">
            <w:rPr>
              <w:rFonts w:cs="Times New Roman"/>
              <w:color w:val="808080"/>
              <w:sz w:val="18"/>
            </w:rPr>
            <w:fldChar w:fldCharType="separate"/>
          </w:r>
          <w:r w:rsidR="00D4399C">
            <w:rPr>
              <w:rFonts w:cs="Times New Roman"/>
              <w:noProof/>
              <w:color w:val="808080"/>
              <w:sz w:val="18"/>
            </w:rPr>
            <w:t>1</w:t>
          </w:r>
          <w:r w:rsidRPr="00BF30F2">
            <w:rPr>
              <w:rFonts w:cs="Times New Roman"/>
              <w:color w:val="808080"/>
              <w:sz w:val="18"/>
            </w:rPr>
            <w:fldChar w:fldCharType="end"/>
          </w:r>
          <w:r w:rsidRPr="00BF30F2">
            <w:rPr>
              <w:rFonts w:cs="Times New Roman"/>
              <w:color w:val="808080"/>
              <w:sz w:val="18"/>
            </w:rPr>
            <w:t xml:space="preserve"> из </w:t>
          </w:r>
          <w:r w:rsidRPr="00BF30F2">
            <w:rPr>
              <w:rFonts w:cs="Times New Roman"/>
              <w:color w:val="808080"/>
              <w:sz w:val="18"/>
            </w:rPr>
            <w:fldChar w:fldCharType="begin"/>
          </w:r>
          <w:r w:rsidRPr="00BF30F2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BF30F2">
            <w:rPr>
              <w:rFonts w:cs="Times New Roman"/>
              <w:color w:val="808080"/>
              <w:sz w:val="18"/>
            </w:rPr>
            <w:fldChar w:fldCharType="separate"/>
          </w:r>
          <w:r w:rsidR="00D4399C">
            <w:rPr>
              <w:rFonts w:cs="Times New Roman"/>
              <w:noProof/>
              <w:color w:val="808080"/>
              <w:sz w:val="18"/>
            </w:rPr>
            <w:t>14</w:t>
          </w:r>
          <w:r w:rsidRPr="00BF30F2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6AC2030F" w14:textId="77777777" w:rsidR="0066171D" w:rsidRPr="00BF30F2" w:rsidRDefault="0066171D" w:rsidP="00BF30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65712" w14:textId="77777777" w:rsidR="0066171D" w:rsidRDefault="0066171D" w:rsidP="006C1916">
      <w:r>
        <w:separator/>
      </w:r>
    </w:p>
  </w:footnote>
  <w:footnote w:type="continuationSeparator" w:id="0">
    <w:p w14:paraId="2BCB35F7" w14:textId="77777777" w:rsidR="0066171D" w:rsidRDefault="0066171D" w:rsidP="006C1916">
      <w:r>
        <w:continuationSeparator/>
      </w:r>
    </w:p>
  </w:footnote>
  <w:footnote w:type="continuationNotice" w:id="1">
    <w:p w14:paraId="4D8637F6" w14:textId="77777777" w:rsidR="00D4399C" w:rsidRDefault="00D439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EA2F1" w14:textId="77777777" w:rsidR="0066171D" w:rsidRDefault="0066171D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030B" w14:textId="77777777" w:rsidR="0066171D" w:rsidRDefault="006617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FC856" w14:textId="77777777" w:rsidR="0066171D" w:rsidRPr="00C37118" w:rsidRDefault="0066171D" w:rsidP="0066171D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C37118">
      <w:rPr>
        <w:rFonts w:cs="Times New Roman"/>
        <w:szCs w:val="28"/>
      </w:rPr>
      <w:fldChar w:fldCharType="begin"/>
    </w:r>
    <w:r w:rsidRPr="00C37118">
      <w:rPr>
        <w:rFonts w:cs="Times New Roman"/>
        <w:szCs w:val="28"/>
      </w:rPr>
      <w:instrText xml:space="preserve"> PAGE   \* MERGEFORMAT </w:instrText>
    </w:r>
    <w:r w:rsidRPr="00C37118">
      <w:rPr>
        <w:rFonts w:cs="Times New Roman"/>
        <w:szCs w:val="28"/>
      </w:rPr>
      <w:fldChar w:fldCharType="separate"/>
    </w:r>
    <w:r>
      <w:rPr>
        <w:rFonts w:cs="Times New Roman"/>
        <w:noProof/>
        <w:szCs w:val="28"/>
      </w:rPr>
      <w:t>3</w:t>
    </w:r>
    <w:r w:rsidRPr="00C37118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8B07B" w14:textId="77777777" w:rsidR="0066171D" w:rsidRDefault="0066171D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637938"/>
      <w:docPartObj>
        <w:docPartGallery w:val="Page Numbers (Top of Page)"/>
        <w:docPartUnique/>
      </w:docPartObj>
    </w:sdtPr>
    <w:sdtContent>
      <w:p w14:paraId="631C6F2D" w14:textId="77777777" w:rsidR="0066171D" w:rsidRDefault="006617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4E1FAD9" w14:textId="77777777" w:rsidR="0066171D" w:rsidRPr="00532191" w:rsidRDefault="0066171D" w:rsidP="0066171D">
    <w:pPr>
      <w:pStyle w:val="a4"/>
      <w:jc w:val="center"/>
      <w:rPr>
        <w:rFonts w:cs="Times New Roman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518B6" w14:textId="77777777" w:rsidR="0066171D" w:rsidRDefault="0066171D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0846340"/>
      <w:docPartObj>
        <w:docPartGallery w:val="Page Numbers (Top of Page)"/>
        <w:docPartUnique/>
      </w:docPartObj>
    </w:sdtPr>
    <w:sdtContent>
      <w:p w14:paraId="39B57502" w14:textId="77777777" w:rsidR="0066171D" w:rsidRDefault="006617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1568FE4" w14:textId="77777777" w:rsidR="0066171D" w:rsidRPr="00532191" w:rsidRDefault="0066171D" w:rsidP="0066171D">
    <w:pPr>
      <w:pStyle w:val="a4"/>
      <w:jc w:val="center"/>
      <w:rPr>
        <w:rFonts w:cs="Times New Roman"/>
        <w:szCs w:val="2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2F39F" w14:textId="77777777" w:rsidR="0066171D" w:rsidRDefault="0066171D">
    <w:pPr>
      <w:pStyle w:val="a4"/>
      <w:jc w:val="center"/>
    </w:pPr>
  </w:p>
  <w:p w14:paraId="0408EF0F" w14:textId="77777777" w:rsidR="0066171D" w:rsidRDefault="0066171D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0304" w14:textId="77777777" w:rsidR="0066171D" w:rsidRDefault="0066171D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0305" w14:textId="77777777" w:rsidR="0066171D" w:rsidRPr="00BF30F2" w:rsidRDefault="0066171D" w:rsidP="00BF30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A9"/>
    <w:rsid w:val="000254B7"/>
    <w:rsid w:val="000C3D02"/>
    <w:rsid w:val="000D3BE7"/>
    <w:rsid w:val="000E28A3"/>
    <w:rsid w:val="000E4DA2"/>
    <w:rsid w:val="00146658"/>
    <w:rsid w:val="00162946"/>
    <w:rsid w:val="00170036"/>
    <w:rsid w:val="001C78DA"/>
    <w:rsid w:val="00216CE5"/>
    <w:rsid w:val="002306C4"/>
    <w:rsid w:val="00272581"/>
    <w:rsid w:val="002B53EC"/>
    <w:rsid w:val="002C4090"/>
    <w:rsid w:val="0031624D"/>
    <w:rsid w:val="00352313"/>
    <w:rsid w:val="00396AD9"/>
    <w:rsid w:val="003A2DCC"/>
    <w:rsid w:val="003D1E8D"/>
    <w:rsid w:val="003D385C"/>
    <w:rsid w:val="003E06AB"/>
    <w:rsid w:val="0040656C"/>
    <w:rsid w:val="00470A52"/>
    <w:rsid w:val="00492CC1"/>
    <w:rsid w:val="004D20DA"/>
    <w:rsid w:val="005401AD"/>
    <w:rsid w:val="00564D74"/>
    <w:rsid w:val="0058075B"/>
    <w:rsid w:val="005867D8"/>
    <w:rsid w:val="005B545E"/>
    <w:rsid w:val="005D10BD"/>
    <w:rsid w:val="005F21A3"/>
    <w:rsid w:val="006278D2"/>
    <w:rsid w:val="0066171D"/>
    <w:rsid w:val="006C1916"/>
    <w:rsid w:val="007C7A57"/>
    <w:rsid w:val="007D24A9"/>
    <w:rsid w:val="007D6CA5"/>
    <w:rsid w:val="007E69A0"/>
    <w:rsid w:val="008079F3"/>
    <w:rsid w:val="00807FB4"/>
    <w:rsid w:val="00827C77"/>
    <w:rsid w:val="0085243D"/>
    <w:rsid w:val="00891C65"/>
    <w:rsid w:val="008B0C58"/>
    <w:rsid w:val="008C7E24"/>
    <w:rsid w:val="0091202D"/>
    <w:rsid w:val="00913F93"/>
    <w:rsid w:val="00923C14"/>
    <w:rsid w:val="00926345"/>
    <w:rsid w:val="00944A61"/>
    <w:rsid w:val="00951994"/>
    <w:rsid w:val="00953852"/>
    <w:rsid w:val="00955B64"/>
    <w:rsid w:val="00967601"/>
    <w:rsid w:val="009823C6"/>
    <w:rsid w:val="009C15AC"/>
    <w:rsid w:val="009E7D4B"/>
    <w:rsid w:val="00A13A93"/>
    <w:rsid w:val="00B40273"/>
    <w:rsid w:val="00B66524"/>
    <w:rsid w:val="00BA000B"/>
    <w:rsid w:val="00BB1812"/>
    <w:rsid w:val="00BB449B"/>
    <w:rsid w:val="00BF30F2"/>
    <w:rsid w:val="00C172CE"/>
    <w:rsid w:val="00C822F6"/>
    <w:rsid w:val="00C93428"/>
    <w:rsid w:val="00CB69A9"/>
    <w:rsid w:val="00CE0BED"/>
    <w:rsid w:val="00CE3F08"/>
    <w:rsid w:val="00D00EFB"/>
    <w:rsid w:val="00D34418"/>
    <w:rsid w:val="00D4399C"/>
    <w:rsid w:val="00D451EF"/>
    <w:rsid w:val="00D90B90"/>
    <w:rsid w:val="00DD1545"/>
    <w:rsid w:val="00DF153E"/>
    <w:rsid w:val="00DF4833"/>
    <w:rsid w:val="00E1407E"/>
    <w:rsid w:val="00E27DC6"/>
    <w:rsid w:val="00E52434"/>
    <w:rsid w:val="00E5738B"/>
    <w:rsid w:val="00E6541F"/>
    <w:rsid w:val="00E973A4"/>
    <w:rsid w:val="00E97942"/>
    <w:rsid w:val="00EA2FEC"/>
    <w:rsid w:val="00EB2BAB"/>
    <w:rsid w:val="00ED589D"/>
    <w:rsid w:val="00EE65F4"/>
    <w:rsid w:val="00F35BCE"/>
    <w:rsid w:val="00F5662B"/>
    <w:rsid w:val="00F6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C20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23C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C14"/>
    <w:rPr>
      <w:rFonts w:ascii="Tahoma" w:eastAsia="Times New Roman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5D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5D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23C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3C14"/>
    <w:rPr>
      <w:rFonts w:ascii="Tahoma" w:eastAsia="Times New Roman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5D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5D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91;&#1082;&#1072;&#1079;&#1072;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2021-03-03T20:00:00+00:00</dateaddindb>
    <dateminusta xmlns="081b8c99-5a1b-4ba1-9a3e-0d0cea83319e" xsi:nil="true"/>
    <numik xmlns="af44e648-6311-40f1-ad37-1234555fd9ba">48</numik>
    <kind xmlns="e2080b48-eafa-461e-b501-38555d38caa1">90</kind>
    <num xmlns="af44e648-6311-40f1-ad37-1234555fd9ba">48</num>
    <beginactiondate xmlns="a853e5a8-fa1e-4dd3-a1b5-1604bfb35b05">2021-03-02T20:00:00+00:00</beginactiondate>
    <approvaldate xmlns="081b8c99-5a1b-4ba1-9a3e-0d0cea83319e">2021-03-02T20:00:00+00:00</approvaldate>
    <bigtitle xmlns="a853e5a8-fa1e-4dd3-a1b5-1604bfb35b05">О проведении областного смотра-конкурса «Семья года» среди лучших семей, воспитывающих несовершеннолетних детей, в 2021 году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 10.03.2021</publication>
    <redactiondate xmlns="081b8c99-5a1b-4ba1-9a3e-0d0cea83319e" xsi:nil="true"/>
    <status xmlns="5256eb8c-d5dd-498a-ad6f-7fa801666f9a">34</status>
    <organ xmlns="67a9cb4f-e58d-445a-8e0b-2b8d792f9e38">217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48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DEBE75-AA5D-422B-B6B5-C158BC203CFE}"/>
</file>

<file path=customXml/itemProps2.xml><?xml version="1.0" encoding="utf-8"?>
<ds:datastoreItem xmlns:ds="http://schemas.openxmlformats.org/officeDocument/2006/customXml" ds:itemID="{D48F28D8-1D78-405D-9ADB-55DB16F8020C}"/>
</file>

<file path=customXml/itemProps3.xml><?xml version="1.0" encoding="utf-8"?>
<ds:datastoreItem xmlns:ds="http://schemas.openxmlformats.org/officeDocument/2006/customXml" ds:itemID="{9C921A04-A39D-477A-9028-D755668243C0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указа Губернатора области.dotx</Template>
  <TotalTime>1</TotalTime>
  <Pages>14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Бошина Александра Александровна</cp:lastModifiedBy>
  <cp:revision>4</cp:revision>
  <cp:lastPrinted>2021-02-19T06:22:00Z</cp:lastPrinted>
  <dcterms:created xsi:type="dcterms:W3CDTF">2021-03-04T08:19:00Z</dcterms:created>
  <dcterms:modified xsi:type="dcterms:W3CDTF">2021-03-04T13:29:00Z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">
    <vt:lpwstr>Шаблон указа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Содержание">
    <vt:lpwstr>О проведении областного смотра-конкурса «Семья года» среди лучших семей, воспитывающих несовершеннолетних детей,          в 2021 году</vt:lpwstr>
  </property>
  <property fmtid="{D5CDD505-2E9C-101B-9397-08002B2CF9AE}" pid="5" name="INSTALL_ID">
    <vt:lpwstr>34115</vt:lpwstr>
  </property>
  <property fmtid="{D5CDD505-2E9C-101B-9397-08002B2CF9AE}" pid="6" name="ContentTypeId">
    <vt:lpwstr>0x0101004652DC89D47FB74683366416A31888CB</vt:lpwstr>
  </property>
</Properties>
</file>